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83426C" w:rsidRPr="0084752B" w:rsidRDefault="0083426C" w:rsidP="0083426C">
      <w:pPr>
        <w:pStyle w:val="Heading2"/>
        <w:spacing w:after="120"/>
      </w:pPr>
      <w:bookmarkStart w:id="0" w:name="_Toc509585220"/>
      <w:r w:rsidRPr="0084752B">
        <w:t>Club Custodian</w:t>
      </w:r>
      <w:bookmarkEnd w:id="0"/>
    </w:p>
    <w:p w:rsidR="0083426C" w:rsidRDefault="0083426C" w:rsidP="0083426C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83426C" w:rsidRDefault="0083426C" w:rsidP="0083426C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83426C" w:rsidRPr="0084752B" w:rsidRDefault="0083426C" w:rsidP="0083426C">
      <w:pPr>
        <w:spacing w:after="120"/>
        <w:rPr>
          <w:sz w:val="22"/>
        </w:rPr>
      </w:pPr>
    </w:p>
    <w:p w:rsidR="0083426C" w:rsidRDefault="0083426C" w:rsidP="0083426C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83426C" w:rsidRDefault="0083426C" w:rsidP="0083426C">
      <w:pPr>
        <w:spacing w:after="120"/>
        <w:rPr>
          <w:sz w:val="22"/>
        </w:rPr>
      </w:pPr>
      <w:r>
        <w:rPr>
          <w:sz w:val="22"/>
        </w:rPr>
        <w:t>Manage the use of the club house and facilities</w:t>
      </w:r>
    </w:p>
    <w:p w:rsidR="0083426C" w:rsidRPr="0084752B" w:rsidRDefault="0083426C" w:rsidP="0083426C">
      <w:pPr>
        <w:spacing w:after="120"/>
        <w:rPr>
          <w:sz w:val="22"/>
        </w:rPr>
      </w:pPr>
    </w:p>
    <w:p w:rsidR="0083426C" w:rsidRDefault="0083426C" w:rsidP="0083426C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83426C" w:rsidRDefault="0083426C" w:rsidP="0083426C">
      <w:pPr>
        <w:spacing w:after="120"/>
        <w:rPr>
          <w:sz w:val="22"/>
        </w:rPr>
      </w:pPr>
      <w:r>
        <w:rPr>
          <w:sz w:val="22"/>
        </w:rPr>
        <w:t>Club Administrator</w:t>
      </w:r>
    </w:p>
    <w:p w:rsidR="0083426C" w:rsidRPr="0084752B" w:rsidRDefault="0083426C" w:rsidP="0083426C">
      <w:pPr>
        <w:spacing w:after="120"/>
        <w:rPr>
          <w:sz w:val="22"/>
        </w:rPr>
      </w:pPr>
    </w:p>
    <w:p w:rsidR="0083426C" w:rsidRDefault="0083426C" w:rsidP="0083426C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83426C" w:rsidRPr="00EB7DE0" w:rsidRDefault="0083426C" w:rsidP="0083426C">
      <w:pPr>
        <w:spacing w:after="120"/>
        <w:rPr>
          <w:sz w:val="22"/>
        </w:rPr>
      </w:pPr>
      <w:r w:rsidRPr="00EB7DE0">
        <w:rPr>
          <w:sz w:val="22"/>
        </w:rPr>
        <w:t>Club Lifesaving Officer</w:t>
      </w:r>
    </w:p>
    <w:p w:rsidR="0083426C" w:rsidRDefault="0083426C" w:rsidP="0083426C">
      <w:pPr>
        <w:spacing w:after="120"/>
        <w:rPr>
          <w:sz w:val="22"/>
        </w:rPr>
      </w:pPr>
      <w:r w:rsidRPr="00EB7DE0">
        <w:rPr>
          <w:sz w:val="22"/>
        </w:rPr>
        <w:t>Club Patrol Captains</w:t>
      </w:r>
    </w:p>
    <w:p w:rsidR="0083426C" w:rsidRPr="00EB7DE0" w:rsidRDefault="0083426C" w:rsidP="0083426C">
      <w:pPr>
        <w:spacing w:after="120"/>
        <w:rPr>
          <w:sz w:val="22"/>
        </w:rPr>
      </w:pPr>
    </w:p>
    <w:p w:rsidR="0083426C" w:rsidRDefault="0083426C" w:rsidP="0083426C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83426C" w:rsidRDefault="0083426C" w:rsidP="0083426C">
      <w:pPr>
        <w:spacing w:after="120"/>
        <w:rPr>
          <w:sz w:val="22"/>
        </w:rPr>
      </w:pPr>
      <w:r>
        <w:rPr>
          <w:sz w:val="22"/>
        </w:rPr>
        <w:t>External groups</w:t>
      </w:r>
    </w:p>
    <w:p w:rsidR="0083426C" w:rsidRDefault="0083426C" w:rsidP="0083426C">
      <w:pPr>
        <w:spacing w:after="120"/>
        <w:rPr>
          <w:sz w:val="22"/>
        </w:rPr>
      </w:pPr>
      <w:r>
        <w:rPr>
          <w:sz w:val="22"/>
        </w:rPr>
        <w:t>Surf Life Saving Northern Region – Lifeguard Supervisor – Paid Services</w:t>
      </w:r>
    </w:p>
    <w:p w:rsidR="0083426C" w:rsidRDefault="0083426C" w:rsidP="0083426C">
      <w:pPr>
        <w:spacing w:after="120"/>
        <w:rPr>
          <w:sz w:val="22"/>
        </w:rPr>
      </w:pPr>
      <w:r>
        <w:rPr>
          <w:sz w:val="22"/>
        </w:rPr>
        <w:t>Surf Life Saving Northern Region – Community Education Manager</w:t>
      </w:r>
    </w:p>
    <w:p w:rsidR="0083426C" w:rsidRPr="0084752B" w:rsidRDefault="0083426C" w:rsidP="0083426C">
      <w:pPr>
        <w:spacing w:after="120"/>
        <w:rPr>
          <w:b/>
          <w:sz w:val="22"/>
        </w:rPr>
      </w:pPr>
      <w:bookmarkStart w:id="1" w:name="_GoBack"/>
      <w:bookmarkEnd w:id="1"/>
      <w:r w:rsidRPr="0084752B">
        <w:rPr>
          <w:sz w:val="22"/>
        </w:rPr>
        <w:tab/>
      </w:r>
    </w:p>
    <w:p w:rsidR="0083426C" w:rsidRPr="0084752B" w:rsidRDefault="0083426C" w:rsidP="0083426C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83426C" w:rsidRDefault="0083426C" w:rsidP="0083426C">
      <w:pPr>
        <w:pStyle w:val="ListParagraph"/>
        <w:numPr>
          <w:ilvl w:val="0"/>
          <w:numId w:val="22"/>
        </w:numPr>
        <w:spacing w:after="120"/>
        <w:rPr>
          <w:sz w:val="22"/>
        </w:rPr>
      </w:pPr>
      <w:r>
        <w:rPr>
          <w:sz w:val="22"/>
        </w:rPr>
        <w:t>Manage club house bookings</w:t>
      </w:r>
    </w:p>
    <w:p w:rsidR="0083426C" w:rsidRDefault="0083426C" w:rsidP="0083426C">
      <w:pPr>
        <w:pStyle w:val="ListParagraph"/>
        <w:numPr>
          <w:ilvl w:val="0"/>
          <w:numId w:val="22"/>
        </w:numPr>
        <w:spacing w:after="120"/>
        <w:rPr>
          <w:sz w:val="22"/>
        </w:rPr>
      </w:pPr>
      <w:r>
        <w:rPr>
          <w:sz w:val="22"/>
        </w:rPr>
        <w:t>Ensure the constant stock of cleaning supplies e.g. rubbish bags, tea towels, toilet paper</w:t>
      </w:r>
    </w:p>
    <w:p w:rsidR="0083426C" w:rsidRDefault="0083426C" w:rsidP="0083426C">
      <w:pPr>
        <w:pStyle w:val="ListParagraph"/>
        <w:numPr>
          <w:ilvl w:val="0"/>
          <w:numId w:val="22"/>
        </w:numPr>
        <w:spacing w:after="120"/>
        <w:rPr>
          <w:sz w:val="22"/>
        </w:rPr>
      </w:pPr>
      <w:r>
        <w:rPr>
          <w:sz w:val="22"/>
        </w:rPr>
        <w:t>Arrange any repairs and replacement of utilities e.g. lightbulbs</w:t>
      </w:r>
    </w:p>
    <w:p w:rsidR="0083426C" w:rsidRDefault="0083426C" w:rsidP="0083426C">
      <w:pPr>
        <w:pStyle w:val="ListParagraph"/>
        <w:numPr>
          <w:ilvl w:val="0"/>
          <w:numId w:val="22"/>
        </w:numPr>
        <w:spacing w:after="120"/>
        <w:rPr>
          <w:sz w:val="22"/>
        </w:rPr>
      </w:pPr>
      <w:r>
        <w:rPr>
          <w:sz w:val="22"/>
        </w:rPr>
        <w:t xml:space="preserve">Provide groups with a hire contract </w:t>
      </w:r>
    </w:p>
    <w:p w:rsidR="0083426C" w:rsidRPr="009F2368" w:rsidRDefault="0083426C" w:rsidP="0083426C">
      <w:pPr>
        <w:pStyle w:val="ListParagraph"/>
        <w:numPr>
          <w:ilvl w:val="0"/>
          <w:numId w:val="22"/>
        </w:numPr>
        <w:spacing w:after="120"/>
        <w:rPr>
          <w:sz w:val="22"/>
        </w:rPr>
      </w:pPr>
      <w:r>
        <w:rPr>
          <w:sz w:val="22"/>
        </w:rPr>
        <w:t xml:space="preserve">Ensure the facility is clean and tiny on arrival and after groups leave 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1221F"/>
    <w:multiLevelType w:val="hybridMultilevel"/>
    <w:tmpl w:val="5D90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941DA"/>
    <w:multiLevelType w:val="hybridMultilevel"/>
    <w:tmpl w:val="2C5055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7F0674"/>
    <w:multiLevelType w:val="hybridMultilevel"/>
    <w:tmpl w:val="75A47E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94C6B"/>
    <w:multiLevelType w:val="hybridMultilevel"/>
    <w:tmpl w:val="EFFAEB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1A1191"/>
    <w:multiLevelType w:val="hybridMultilevel"/>
    <w:tmpl w:val="283CE6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CF7F0B"/>
    <w:multiLevelType w:val="hybridMultilevel"/>
    <w:tmpl w:val="23A287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6A6B3A"/>
    <w:multiLevelType w:val="hybridMultilevel"/>
    <w:tmpl w:val="DB225B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2"/>
  </w:num>
  <w:num w:numId="5">
    <w:abstractNumId w:val="2"/>
  </w:num>
  <w:num w:numId="6">
    <w:abstractNumId w:val="19"/>
  </w:num>
  <w:num w:numId="7">
    <w:abstractNumId w:val="20"/>
  </w:num>
  <w:num w:numId="8">
    <w:abstractNumId w:val="9"/>
  </w:num>
  <w:num w:numId="9">
    <w:abstractNumId w:val="10"/>
  </w:num>
  <w:num w:numId="10">
    <w:abstractNumId w:val="17"/>
  </w:num>
  <w:num w:numId="11">
    <w:abstractNumId w:val="1"/>
  </w:num>
  <w:num w:numId="12">
    <w:abstractNumId w:val="16"/>
  </w:num>
  <w:num w:numId="13">
    <w:abstractNumId w:val="3"/>
  </w:num>
  <w:num w:numId="14">
    <w:abstractNumId w:val="7"/>
  </w:num>
  <w:num w:numId="15">
    <w:abstractNumId w:val="4"/>
  </w:num>
  <w:num w:numId="16">
    <w:abstractNumId w:val="6"/>
  </w:num>
  <w:num w:numId="17">
    <w:abstractNumId w:val="21"/>
  </w:num>
  <w:num w:numId="18">
    <w:abstractNumId w:val="15"/>
  </w:num>
  <w:num w:numId="19">
    <w:abstractNumId w:val="14"/>
  </w:num>
  <w:num w:numId="20">
    <w:abstractNumId w:val="11"/>
  </w:num>
  <w:num w:numId="21">
    <w:abstractNumId w:val="13"/>
  </w:num>
  <w:num w:numId="22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2644F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26C"/>
    <w:rsid w:val="00834A91"/>
    <w:rsid w:val="00894719"/>
    <w:rsid w:val="008A08FC"/>
    <w:rsid w:val="008A6978"/>
    <w:rsid w:val="008B20B5"/>
    <w:rsid w:val="008C690E"/>
    <w:rsid w:val="008F6B73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BD6CA3"/>
    <w:rsid w:val="00C62A08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C0323-67CF-4B42-BD9A-181F4A1C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2018-05-02T03:33:00Z</dcterms:created>
  <dcterms:modified xsi:type="dcterms:W3CDTF">2018-05-02T03:33:00Z</dcterms:modified>
</cp:coreProperties>
</file>