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7661FA" w:rsidTr="007661FA">
        <w:tc>
          <w:tcPr>
            <w:tcW w:w="5529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661FA" w:rsidRDefault="007661FA" w:rsidP="00724615">
            <w:pPr>
              <w:rPr>
                <w:rFonts w:ascii="Times New Roman" w:eastAsia="Times New Roman" w:hAnsi="Times New Roman"/>
                <w:szCs w:val="20"/>
                <w:lang w:eastAsia="en-NZ"/>
              </w:rPr>
            </w:pPr>
          </w:p>
        </w:tc>
      </w:tr>
    </w:tbl>
    <w:p w:rsidR="00C62A08" w:rsidRPr="0084752B" w:rsidRDefault="00C62A08" w:rsidP="00C62A08">
      <w:pPr>
        <w:pStyle w:val="Heading2"/>
        <w:spacing w:after="120"/>
      </w:pPr>
      <w:bookmarkStart w:id="0" w:name="_Toc509585217"/>
      <w:r w:rsidRPr="0084752B">
        <w:t>Health and Safety Officer</w:t>
      </w:r>
      <w:bookmarkEnd w:id="0"/>
    </w:p>
    <w:p w:rsidR="00C62A08" w:rsidRDefault="00C62A08" w:rsidP="00C62A08">
      <w:pPr>
        <w:spacing w:after="120"/>
        <w:rPr>
          <w:sz w:val="22"/>
        </w:rPr>
      </w:pPr>
      <w:r w:rsidRPr="0084752B">
        <w:rPr>
          <w:b/>
          <w:sz w:val="22"/>
        </w:rPr>
        <w:t>Responsible to:</w:t>
      </w:r>
      <w:r w:rsidRPr="0084752B">
        <w:rPr>
          <w:sz w:val="22"/>
        </w:rPr>
        <w:t xml:space="preserve"> </w:t>
      </w:r>
    </w:p>
    <w:p w:rsidR="00C62A08" w:rsidRDefault="00C62A08" w:rsidP="00C62A08">
      <w:pPr>
        <w:spacing w:after="120"/>
        <w:rPr>
          <w:sz w:val="22"/>
        </w:rPr>
      </w:pPr>
      <w:r>
        <w:rPr>
          <w:sz w:val="22"/>
        </w:rPr>
        <w:t>Club Chairperson</w:t>
      </w:r>
    </w:p>
    <w:p w:rsidR="00C62A08" w:rsidRPr="0084752B" w:rsidRDefault="00C62A08" w:rsidP="00C62A08">
      <w:pPr>
        <w:spacing w:after="120"/>
        <w:rPr>
          <w:sz w:val="22"/>
        </w:rPr>
      </w:pPr>
    </w:p>
    <w:p w:rsidR="00C62A08" w:rsidRDefault="00C62A08" w:rsidP="00C62A08">
      <w:pPr>
        <w:spacing w:after="120"/>
        <w:rPr>
          <w:sz w:val="22"/>
        </w:rPr>
      </w:pPr>
      <w:r w:rsidRPr="0084752B">
        <w:rPr>
          <w:b/>
          <w:sz w:val="22"/>
        </w:rPr>
        <w:t>Objective:</w:t>
      </w:r>
      <w:r w:rsidRPr="0084752B">
        <w:rPr>
          <w:sz w:val="22"/>
        </w:rPr>
        <w:t xml:space="preserve"> </w:t>
      </w:r>
    </w:p>
    <w:p w:rsidR="00C62A08" w:rsidRDefault="00C62A08" w:rsidP="00C62A08">
      <w:pPr>
        <w:spacing w:after="120"/>
        <w:rPr>
          <w:sz w:val="22"/>
        </w:rPr>
      </w:pPr>
      <w:r>
        <w:rPr>
          <w:sz w:val="22"/>
        </w:rPr>
        <w:t>Ensure the club is compliant with the Health and Safety at Work Act 2014 and Surf Life Saving Northern Region policies and procedures</w:t>
      </w:r>
    </w:p>
    <w:p w:rsidR="00C62A08" w:rsidRPr="0084752B" w:rsidRDefault="00C62A08" w:rsidP="00C62A08">
      <w:pPr>
        <w:spacing w:after="120"/>
        <w:rPr>
          <w:sz w:val="22"/>
        </w:rPr>
      </w:pPr>
    </w:p>
    <w:p w:rsidR="00C62A08" w:rsidRDefault="00C62A08" w:rsidP="00C62A08">
      <w:pPr>
        <w:spacing w:after="120"/>
        <w:rPr>
          <w:sz w:val="22"/>
        </w:rPr>
      </w:pPr>
      <w:r w:rsidRPr="0084752B">
        <w:rPr>
          <w:b/>
          <w:sz w:val="22"/>
        </w:rPr>
        <w:t>Reports to:</w:t>
      </w:r>
      <w:r w:rsidRPr="0084752B">
        <w:rPr>
          <w:sz w:val="22"/>
        </w:rPr>
        <w:t xml:space="preserve"> </w:t>
      </w:r>
    </w:p>
    <w:p w:rsidR="00C62A08" w:rsidRDefault="00C62A08" w:rsidP="00C62A08">
      <w:pPr>
        <w:spacing w:after="120"/>
        <w:rPr>
          <w:sz w:val="22"/>
        </w:rPr>
      </w:pPr>
      <w:r>
        <w:rPr>
          <w:sz w:val="22"/>
        </w:rPr>
        <w:t>Club Chairperson</w:t>
      </w:r>
    </w:p>
    <w:p w:rsidR="00C62A08" w:rsidRPr="0084752B" w:rsidRDefault="00C62A08" w:rsidP="00C62A08">
      <w:pPr>
        <w:spacing w:after="120"/>
        <w:rPr>
          <w:sz w:val="22"/>
        </w:rPr>
      </w:pPr>
    </w:p>
    <w:p w:rsidR="00C62A08" w:rsidRDefault="00C62A08" w:rsidP="00C62A08">
      <w:pPr>
        <w:spacing w:after="120"/>
        <w:rPr>
          <w:b/>
          <w:sz w:val="22"/>
        </w:rPr>
      </w:pPr>
      <w:r w:rsidRPr="0084752B">
        <w:rPr>
          <w:b/>
          <w:sz w:val="22"/>
        </w:rPr>
        <w:t>Internal Relationships:</w:t>
      </w:r>
    </w:p>
    <w:p w:rsidR="00C62A08" w:rsidRDefault="00C62A08" w:rsidP="00C62A08">
      <w:pPr>
        <w:spacing w:after="120"/>
        <w:rPr>
          <w:sz w:val="22"/>
        </w:rPr>
      </w:pPr>
      <w:r>
        <w:rPr>
          <w:sz w:val="22"/>
        </w:rPr>
        <w:t>Club Chairperson</w:t>
      </w:r>
    </w:p>
    <w:p w:rsidR="00C62A08" w:rsidRPr="00945EDD" w:rsidRDefault="00C62A08" w:rsidP="00C62A08">
      <w:pPr>
        <w:spacing w:after="120"/>
        <w:rPr>
          <w:sz w:val="22"/>
        </w:rPr>
      </w:pPr>
      <w:r w:rsidRPr="00945EDD">
        <w:rPr>
          <w:sz w:val="22"/>
        </w:rPr>
        <w:t>Club Lifesaving Officer</w:t>
      </w:r>
    </w:p>
    <w:p w:rsidR="00C62A08" w:rsidRDefault="00C62A08" w:rsidP="00C62A08">
      <w:pPr>
        <w:spacing w:after="120"/>
        <w:rPr>
          <w:sz w:val="22"/>
        </w:rPr>
      </w:pPr>
      <w:r>
        <w:rPr>
          <w:sz w:val="22"/>
        </w:rPr>
        <w:t>Club Patrol Captains</w:t>
      </w:r>
    </w:p>
    <w:p w:rsidR="00C62A08" w:rsidRDefault="00C62A08" w:rsidP="00C62A08">
      <w:pPr>
        <w:spacing w:after="120"/>
        <w:rPr>
          <w:sz w:val="22"/>
        </w:rPr>
      </w:pPr>
    </w:p>
    <w:p w:rsidR="00C62A08" w:rsidRDefault="00C62A08" w:rsidP="00C62A08">
      <w:pPr>
        <w:spacing w:after="120"/>
        <w:rPr>
          <w:b/>
          <w:sz w:val="22"/>
        </w:rPr>
      </w:pPr>
      <w:r w:rsidRPr="0084752B">
        <w:rPr>
          <w:b/>
          <w:sz w:val="22"/>
        </w:rPr>
        <w:t>External Relationships:</w:t>
      </w:r>
      <w:r w:rsidRPr="0084752B">
        <w:rPr>
          <w:b/>
          <w:sz w:val="22"/>
        </w:rPr>
        <w:tab/>
      </w:r>
    </w:p>
    <w:p w:rsidR="00C62A08" w:rsidRDefault="00C62A08" w:rsidP="00C62A08">
      <w:pPr>
        <w:spacing w:after="120"/>
        <w:rPr>
          <w:sz w:val="22"/>
        </w:rPr>
      </w:pPr>
      <w:r>
        <w:rPr>
          <w:sz w:val="22"/>
        </w:rPr>
        <w:t>Surf Life Saving Northern Region Club Development Manager</w:t>
      </w:r>
    </w:p>
    <w:p w:rsidR="00C62A08" w:rsidRDefault="00C62A08" w:rsidP="00C62A08">
      <w:pPr>
        <w:spacing w:after="120"/>
        <w:rPr>
          <w:sz w:val="22"/>
        </w:rPr>
      </w:pPr>
      <w:proofErr w:type="spellStart"/>
      <w:r>
        <w:rPr>
          <w:sz w:val="22"/>
        </w:rPr>
        <w:t>WorkSafe</w:t>
      </w:r>
      <w:proofErr w:type="spellEnd"/>
      <w:r>
        <w:rPr>
          <w:sz w:val="22"/>
        </w:rPr>
        <w:t xml:space="preserve"> NZ</w:t>
      </w:r>
    </w:p>
    <w:p w:rsidR="00C62A08" w:rsidRDefault="00C62A08" w:rsidP="00C62A08">
      <w:pPr>
        <w:spacing w:after="120"/>
        <w:rPr>
          <w:sz w:val="22"/>
        </w:rPr>
      </w:pPr>
      <w:r>
        <w:rPr>
          <w:sz w:val="22"/>
        </w:rPr>
        <w:t>Safe365</w:t>
      </w:r>
      <w:r w:rsidRPr="0084752B">
        <w:rPr>
          <w:sz w:val="22"/>
        </w:rPr>
        <w:tab/>
      </w:r>
    </w:p>
    <w:p w:rsidR="00C62A08" w:rsidRPr="0084752B" w:rsidRDefault="00C62A08" w:rsidP="00C62A08">
      <w:pPr>
        <w:spacing w:after="120"/>
        <w:rPr>
          <w:b/>
          <w:sz w:val="22"/>
        </w:rPr>
      </w:pPr>
      <w:bookmarkStart w:id="1" w:name="_GoBack"/>
      <w:bookmarkEnd w:id="1"/>
    </w:p>
    <w:p w:rsidR="00C62A08" w:rsidRPr="0084752B" w:rsidRDefault="00C62A08" w:rsidP="00C62A08">
      <w:pPr>
        <w:spacing w:after="120"/>
        <w:rPr>
          <w:b/>
          <w:sz w:val="22"/>
        </w:rPr>
      </w:pPr>
      <w:r w:rsidRPr="0084752B">
        <w:rPr>
          <w:b/>
          <w:sz w:val="22"/>
        </w:rPr>
        <w:t xml:space="preserve">Key Responsibilities: </w:t>
      </w:r>
    </w:p>
    <w:p w:rsidR="00C62A08" w:rsidRPr="00EA6793" w:rsidRDefault="00C62A08" w:rsidP="00C62A08">
      <w:pPr>
        <w:pStyle w:val="ListParagraph"/>
        <w:numPr>
          <w:ilvl w:val="0"/>
          <w:numId w:val="17"/>
        </w:numPr>
        <w:spacing w:after="120"/>
        <w:rPr>
          <w:sz w:val="22"/>
        </w:rPr>
      </w:pPr>
      <w:r w:rsidRPr="00EA6793">
        <w:rPr>
          <w:sz w:val="22"/>
        </w:rPr>
        <w:t xml:space="preserve">Ensure the club has sufficient health and safety systems </w:t>
      </w:r>
    </w:p>
    <w:p w:rsidR="00C62A08" w:rsidRDefault="00C62A08" w:rsidP="00C62A08">
      <w:pPr>
        <w:pStyle w:val="ListParagraph"/>
        <w:numPr>
          <w:ilvl w:val="0"/>
          <w:numId w:val="17"/>
        </w:numPr>
        <w:spacing w:after="120"/>
        <w:rPr>
          <w:sz w:val="22"/>
        </w:rPr>
      </w:pPr>
      <w:r w:rsidRPr="00EA6793">
        <w:rPr>
          <w:sz w:val="22"/>
        </w:rPr>
        <w:t>Review and update health and safety system</w:t>
      </w:r>
    </w:p>
    <w:p w:rsidR="00C62A08" w:rsidRDefault="00C62A08" w:rsidP="00C62A08">
      <w:pPr>
        <w:pStyle w:val="ListParagraph"/>
        <w:numPr>
          <w:ilvl w:val="0"/>
          <w:numId w:val="17"/>
        </w:numPr>
        <w:spacing w:after="120"/>
        <w:rPr>
          <w:sz w:val="22"/>
        </w:rPr>
      </w:pPr>
      <w:r>
        <w:rPr>
          <w:sz w:val="22"/>
        </w:rPr>
        <w:t>Regularly update and run reports in Safe365</w:t>
      </w:r>
    </w:p>
    <w:p w:rsidR="00C62A08" w:rsidRDefault="00C62A08" w:rsidP="00C62A08">
      <w:pPr>
        <w:pStyle w:val="ListParagraph"/>
        <w:numPr>
          <w:ilvl w:val="0"/>
          <w:numId w:val="17"/>
        </w:numPr>
        <w:spacing w:after="120"/>
        <w:rPr>
          <w:sz w:val="22"/>
        </w:rPr>
      </w:pPr>
      <w:r>
        <w:rPr>
          <w:sz w:val="22"/>
        </w:rPr>
        <w:t>Ensure any member incidents and near misses are reported using the Accident Investigation Form and sending it to Surf Life Saving Northern Region within 7 days of the event occurring</w:t>
      </w:r>
    </w:p>
    <w:p w:rsidR="00C62A08" w:rsidRPr="00EA6793" w:rsidRDefault="00C62A08" w:rsidP="00C62A08">
      <w:pPr>
        <w:pStyle w:val="ListParagraph"/>
        <w:numPr>
          <w:ilvl w:val="0"/>
          <w:numId w:val="17"/>
        </w:numPr>
        <w:spacing w:after="120"/>
        <w:rPr>
          <w:sz w:val="22"/>
        </w:rPr>
      </w:pPr>
      <w:r>
        <w:rPr>
          <w:sz w:val="22"/>
        </w:rPr>
        <w:t>Educate the Club Committee and Patrol Captains of their Health and Safety requirements</w:t>
      </w:r>
    </w:p>
    <w:p w:rsidR="000775CB" w:rsidRPr="002E5B1A" w:rsidRDefault="000775CB" w:rsidP="00D33F5A">
      <w:pPr>
        <w:pStyle w:val="Heading2"/>
        <w:spacing w:after="160"/>
        <w:rPr>
          <w:rFonts w:cs="Arial"/>
        </w:rPr>
      </w:pPr>
    </w:p>
    <w:sectPr w:rsidR="000775CB" w:rsidRPr="002E5B1A" w:rsidSect="00D62442">
      <w:headerReference w:type="default" r:id="rId8"/>
      <w:footerReference w:type="default" r:id="rId9"/>
      <w:pgSz w:w="11906" w:h="16838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22C" w:rsidRDefault="009E322C" w:rsidP="00AD1806">
      <w:pPr>
        <w:spacing w:after="0"/>
      </w:pPr>
      <w:r>
        <w:separator/>
      </w:r>
    </w:p>
  </w:endnote>
  <w:endnote w:type="continuationSeparator" w:id="0">
    <w:p w:rsidR="009E322C" w:rsidRDefault="009E322C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Default="00D62442">
    <w:pPr>
      <w:pStyle w:val="Footer"/>
    </w:pPr>
    <w:r w:rsidRPr="00D62442">
      <w:rPr>
        <w:noProof/>
        <w:lang w:eastAsia="en-NZ"/>
      </w:rPr>
      <w:drawing>
        <wp:inline distT="0" distB="0" distL="0" distR="0">
          <wp:extent cx="5731510" cy="1010571"/>
          <wp:effectExtent l="0" t="0" r="2540" b="0"/>
          <wp:docPr id="2" name="Picture 2" descr="C:\Users\talia.comp.SLSNR\Pictures\Letterhead Jan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lia.comp.SLSNR\Pictures\Letterhead Jan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0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731" w:rsidRDefault="009D4731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22C" w:rsidRDefault="009E322C" w:rsidP="00AD1806">
      <w:pPr>
        <w:spacing w:after="0"/>
      </w:pPr>
      <w:r>
        <w:separator/>
      </w:r>
    </w:p>
  </w:footnote>
  <w:footnote w:type="continuationSeparator" w:id="0">
    <w:p w:rsidR="009E322C" w:rsidRDefault="009E322C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Pr="00AD1806" w:rsidRDefault="009D4731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9D4731" w:rsidRPr="00AD1806" w:rsidRDefault="00D62442" w:rsidP="00724615">
    <w:pPr>
      <w:pStyle w:val="Header"/>
      <w:ind w:left="-709"/>
      <w:rPr>
        <w:rFonts w:cs="Arial"/>
        <w:sz w:val="16"/>
        <w:szCs w:val="16"/>
      </w:rPr>
    </w:pP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3957955</wp:posOffset>
              </wp:positionH>
              <wp:positionV relativeFrom="paragraph">
                <wp:posOffset>9525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4731" w:rsidRPr="004319AD" w:rsidRDefault="009D4731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proofErr w:type="spellStart"/>
                          <w:r w:rsidRPr="004319AD">
                            <w:rPr>
                              <w:sz w:val="16"/>
                              <w:szCs w:val="16"/>
                            </w:rPr>
                            <w:t>Solent</w:t>
                          </w:r>
                          <w:proofErr w:type="spellEnd"/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Shortland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11.65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 xml:space="preserve">3 </w:t>
                    </w:r>
                    <w:proofErr w:type="spellStart"/>
                    <w:r w:rsidRPr="004319AD">
                      <w:rPr>
                        <w:sz w:val="16"/>
                        <w:szCs w:val="16"/>
                      </w:rPr>
                      <w:t>Solent</w:t>
                    </w:r>
                    <w:proofErr w:type="spellEnd"/>
                    <w:r w:rsidRPr="004319AD">
                      <w:rPr>
                        <w:sz w:val="16"/>
                        <w:szCs w:val="16"/>
                      </w:rPr>
                      <w:t xml:space="preserve">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Shortland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="009D4731"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4731" w:rsidRPr="00AD1806">
      <w:rPr>
        <w:rFonts w:cs="Arial"/>
        <w:sz w:val="16"/>
        <w:szCs w:val="16"/>
      </w:rPr>
      <w:tab/>
    </w:r>
  </w:p>
  <w:p w:rsidR="009D4731" w:rsidRDefault="009D47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66A1"/>
    <w:multiLevelType w:val="hybridMultilevel"/>
    <w:tmpl w:val="E752FB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65C85"/>
    <w:multiLevelType w:val="hybridMultilevel"/>
    <w:tmpl w:val="45AAD5E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146AF"/>
    <w:multiLevelType w:val="hybridMultilevel"/>
    <w:tmpl w:val="C3BC9F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36F2E"/>
    <w:multiLevelType w:val="hybridMultilevel"/>
    <w:tmpl w:val="19842F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C2B88"/>
    <w:multiLevelType w:val="hybridMultilevel"/>
    <w:tmpl w:val="7990254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1411"/>
    <w:multiLevelType w:val="hybridMultilevel"/>
    <w:tmpl w:val="F81046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1221F"/>
    <w:multiLevelType w:val="hybridMultilevel"/>
    <w:tmpl w:val="5D90F4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81BA1"/>
    <w:multiLevelType w:val="hybridMultilevel"/>
    <w:tmpl w:val="638698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646FC"/>
    <w:multiLevelType w:val="hybridMultilevel"/>
    <w:tmpl w:val="87AA25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826CF"/>
    <w:multiLevelType w:val="hybridMultilevel"/>
    <w:tmpl w:val="1BAAA1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6617FE"/>
    <w:multiLevelType w:val="hybridMultilevel"/>
    <w:tmpl w:val="5A9ED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593877"/>
    <w:multiLevelType w:val="hybridMultilevel"/>
    <w:tmpl w:val="F3408B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274BC2"/>
    <w:multiLevelType w:val="hybridMultilevel"/>
    <w:tmpl w:val="0B5416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39726A"/>
    <w:multiLevelType w:val="hybridMultilevel"/>
    <w:tmpl w:val="1F1024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A320D2"/>
    <w:multiLevelType w:val="hybridMultilevel"/>
    <w:tmpl w:val="D78249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FB165B"/>
    <w:multiLevelType w:val="hybridMultilevel"/>
    <w:tmpl w:val="D00278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6A6B3A"/>
    <w:multiLevelType w:val="hybridMultilevel"/>
    <w:tmpl w:val="DB225B5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2"/>
  </w:num>
  <w:num w:numId="6">
    <w:abstractNumId w:val="14"/>
  </w:num>
  <w:num w:numId="7">
    <w:abstractNumId w:val="15"/>
  </w:num>
  <w:num w:numId="8">
    <w:abstractNumId w:val="9"/>
  </w:num>
  <w:num w:numId="9">
    <w:abstractNumId w:val="10"/>
  </w:num>
  <w:num w:numId="10">
    <w:abstractNumId w:val="13"/>
  </w:num>
  <w:num w:numId="11">
    <w:abstractNumId w:val="1"/>
  </w:num>
  <w:num w:numId="12">
    <w:abstractNumId w:val="12"/>
  </w:num>
  <w:num w:numId="13">
    <w:abstractNumId w:val="3"/>
  </w:num>
  <w:num w:numId="14">
    <w:abstractNumId w:val="7"/>
  </w:num>
  <w:num w:numId="15">
    <w:abstractNumId w:val="4"/>
  </w:num>
  <w:num w:numId="16">
    <w:abstractNumId w:val="6"/>
  </w:num>
  <w:num w:numId="17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14901"/>
    <w:rsid w:val="00016B41"/>
    <w:rsid w:val="000775CB"/>
    <w:rsid w:val="000917B7"/>
    <w:rsid w:val="000B71AC"/>
    <w:rsid w:val="000E140A"/>
    <w:rsid w:val="00121DF6"/>
    <w:rsid w:val="00133952"/>
    <w:rsid w:val="00137AD4"/>
    <w:rsid w:val="00172A73"/>
    <w:rsid w:val="001737FA"/>
    <w:rsid w:val="00175A3D"/>
    <w:rsid w:val="00176A11"/>
    <w:rsid w:val="0019206D"/>
    <w:rsid w:val="00194BB2"/>
    <w:rsid w:val="00194F34"/>
    <w:rsid w:val="00252F1A"/>
    <w:rsid w:val="00276ABF"/>
    <w:rsid w:val="002920B2"/>
    <w:rsid w:val="002E5B1A"/>
    <w:rsid w:val="002E7D74"/>
    <w:rsid w:val="002F3CB0"/>
    <w:rsid w:val="002F4C9F"/>
    <w:rsid w:val="00326727"/>
    <w:rsid w:val="003407EA"/>
    <w:rsid w:val="00350565"/>
    <w:rsid w:val="003524F2"/>
    <w:rsid w:val="00366F6A"/>
    <w:rsid w:val="003D7C82"/>
    <w:rsid w:val="003E4785"/>
    <w:rsid w:val="003E51FE"/>
    <w:rsid w:val="0040434A"/>
    <w:rsid w:val="004049B3"/>
    <w:rsid w:val="00414E3E"/>
    <w:rsid w:val="00421FB9"/>
    <w:rsid w:val="004319AD"/>
    <w:rsid w:val="00436E27"/>
    <w:rsid w:val="00442FE5"/>
    <w:rsid w:val="004507FD"/>
    <w:rsid w:val="00460A14"/>
    <w:rsid w:val="00494B30"/>
    <w:rsid w:val="004F2429"/>
    <w:rsid w:val="00575280"/>
    <w:rsid w:val="0057693B"/>
    <w:rsid w:val="005D5DBB"/>
    <w:rsid w:val="005F6B31"/>
    <w:rsid w:val="006159D3"/>
    <w:rsid w:val="00615B3F"/>
    <w:rsid w:val="00635C46"/>
    <w:rsid w:val="006654BF"/>
    <w:rsid w:val="00670B3A"/>
    <w:rsid w:val="00690CED"/>
    <w:rsid w:val="006A3C72"/>
    <w:rsid w:val="006B27B9"/>
    <w:rsid w:val="006E6F97"/>
    <w:rsid w:val="00724615"/>
    <w:rsid w:val="0072644F"/>
    <w:rsid w:val="0073231E"/>
    <w:rsid w:val="00735951"/>
    <w:rsid w:val="007425C6"/>
    <w:rsid w:val="007661FA"/>
    <w:rsid w:val="007737C5"/>
    <w:rsid w:val="00776285"/>
    <w:rsid w:val="0078126B"/>
    <w:rsid w:val="00782E76"/>
    <w:rsid w:val="00791C92"/>
    <w:rsid w:val="00794422"/>
    <w:rsid w:val="00797745"/>
    <w:rsid w:val="007A0A37"/>
    <w:rsid w:val="007D3E04"/>
    <w:rsid w:val="0081071D"/>
    <w:rsid w:val="00812C6E"/>
    <w:rsid w:val="00834A91"/>
    <w:rsid w:val="00894719"/>
    <w:rsid w:val="008A08FC"/>
    <w:rsid w:val="008A6978"/>
    <w:rsid w:val="008B20B5"/>
    <w:rsid w:val="008C690E"/>
    <w:rsid w:val="00903BE3"/>
    <w:rsid w:val="009333FE"/>
    <w:rsid w:val="00937A79"/>
    <w:rsid w:val="00961BCE"/>
    <w:rsid w:val="00993B03"/>
    <w:rsid w:val="00997DB8"/>
    <w:rsid w:val="009C057A"/>
    <w:rsid w:val="009C263A"/>
    <w:rsid w:val="009D029A"/>
    <w:rsid w:val="009D434C"/>
    <w:rsid w:val="009D4731"/>
    <w:rsid w:val="009E2EBD"/>
    <w:rsid w:val="009E322C"/>
    <w:rsid w:val="009F4594"/>
    <w:rsid w:val="00A11D52"/>
    <w:rsid w:val="00A234CB"/>
    <w:rsid w:val="00A430A1"/>
    <w:rsid w:val="00A65435"/>
    <w:rsid w:val="00A97A6F"/>
    <w:rsid w:val="00AA24AB"/>
    <w:rsid w:val="00AB6C31"/>
    <w:rsid w:val="00AC36F1"/>
    <w:rsid w:val="00AD1806"/>
    <w:rsid w:val="00B149C0"/>
    <w:rsid w:val="00B21769"/>
    <w:rsid w:val="00B23B37"/>
    <w:rsid w:val="00B26078"/>
    <w:rsid w:val="00B42548"/>
    <w:rsid w:val="00B45611"/>
    <w:rsid w:val="00B70C9D"/>
    <w:rsid w:val="00B80C3C"/>
    <w:rsid w:val="00B91C58"/>
    <w:rsid w:val="00B952D7"/>
    <w:rsid w:val="00C62A08"/>
    <w:rsid w:val="00C73CF0"/>
    <w:rsid w:val="00CC3115"/>
    <w:rsid w:val="00CD7097"/>
    <w:rsid w:val="00CF5E01"/>
    <w:rsid w:val="00D33F5A"/>
    <w:rsid w:val="00D54CE8"/>
    <w:rsid w:val="00D62442"/>
    <w:rsid w:val="00D7069D"/>
    <w:rsid w:val="00D934E4"/>
    <w:rsid w:val="00DB555B"/>
    <w:rsid w:val="00DB7B35"/>
    <w:rsid w:val="00E0276B"/>
    <w:rsid w:val="00E16F15"/>
    <w:rsid w:val="00E35179"/>
    <w:rsid w:val="00E364E2"/>
    <w:rsid w:val="00E56F3E"/>
    <w:rsid w:val="00E71234"/>
    <w:rsid w:val="00E75016"/>
    <w:rsid w:val="00E85681"/>
    <w:rsid w:val="00E91FB8"/>
    <w:rsid w:val="00EB0453"/>
    <w:rsid w:val="00EC2A3E"/>
    <w:rsid w:val="00F024D3"/>
    <w:rsid w:val="00F558D2"/>
    <w:rsid w:val="00F6779C"/>
    <w:rsid w:val="00F85418"/>
    <w:rsid w:val="00F91C45"/>
    <w:rsid w:val="00F94CB6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594"/>
    <w:pPr>
      <w:keepNext/>
      <w:keepLines/>
      <w:spacing w:before="240" w:after="0"/>
      <w:outlineLvl w:val="0"/>
    </w:pPr>
    <w:rPr>
      <w:rFonts w:eastAsiaTheme="majorEastAsia" w:cstheme="majorBidi"/>
      <w:b/>
      <w:sz w:val="22"/>
      <w:szCs w:val="32"/>
      <w:u w:val="single"/>
      <w:lang w:val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4594"/>
    <w:pPr>
      <w:keepNext/>
      <w:keepLines/>
      <w:spacing w:before="40" w:after="0"/>
      <w:outlineLvl w:val="1"/>
    </w:pPr>
    <w:rPr>
      <w:rFonts w:eastAsiaTheme="majorEastAsia" w:cstheme="majorBidi"/>
      <w:b/>
      <w:sz w:val="22"/>
      <w:szCs w:val="26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uiPriority w:val="39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F4594"/>
    <w:rPr>
      <w:rFonts w:eastAsiaTheme="majorEastAsia" w:cstheme="majorBidi"/>
      <w:b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4594"/>
    <w:rPr>
      <w:rFonts w:eastAsiaTheme="majorEastAsia" w:cstheme="majorBidi"/>
      <w:b/>
      <w:szCs w:val="26"/>
      <w:u w:val="single"/>
    </w:rPr>
  </w:style>
  <w:style w:type="paragraph" w:styleId="ListParagraph">
    <w:name w:val="List Paragraph"/>
    <w:basedOn w:val="Normal"/>
    <w:uiPriority w:val="34"/>
    <w:qFormat/>
    <w:rsid w:val="009F4594"/>
    <w:pPr>
      <w:ind w:left="720"/>
      <w:contextualSpacing/>
    </w:pPr>
    <w:rPr>
      <w:lang w:val="en-NZ"/>
    </w:rPr>
  </w:style>
  <w:style w:type="character" w:styleId="Emphasis">
    <w:name w:val="Emphasis"/>
    <w:basedOn w:val="DefaultParagraphFont"/>
    <w:uiPriority w:val="20"/>
    <w:qFormat/>
    <w:rsid w:val="000775C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D02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styleId="BodyText">
    <w:name w:val="Body Text"/>
    <w:basedOn w:val="Normal"/>
    <w:link w:val="BodyTextChar"/>
    <w:rsid w:val="00350565"/>
    <w:pPr>
      <w:spacing w:after="0"/>
    </w:pPr>
    <w:rPr>
      <w:rFonts w:ascii="MS Sans Serif" w:eastAsia="Times New Roman" w:hAnsi="MS Sans Serif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350565"/>
    <w:rPr>
      <w:rFonts w:ascii="MS Sans Serif" w:eastAsia="Times New Roman" w:hAnsi="MS Sans Serif" w:cs="Times New Roman"/>
      <w:b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0565"/>
    <w:pPr>
      <w:spacing w:after="120" w:line="480" w:lineRule="auto"/>
    </w:pPr>
    <w:rPr>
      <w:lang w:val="en-N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0565"/>
    <w:rPr>
      <w:rFonts w:eastAsiaTheme="minorEastAsia"/>
      <w:sz w:val="20"/>
    </w:rPr>
  </w:style>
  <w:style w:type="paragraph" w:customStyle="1" w:styleId="Default">
    <w:name w:val="Default"/>
    <w:rsid w:val="0019206D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259C5-155B-4F02-B42D-C66813FC7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Talia Comp</dc:creator>
  <cp:lastModifiedBy>Talia Comp</cp:lastModifiedBy>
  <cp:revision>2</cp:revision>
  <cp:lastPrinted>2017-11-21T20:08:00Z</cp:lastPrinted>
  <dcterms:created xsi:type="dcterms:W3CDTF">2018-05-02T03:30:00Z</dcterms:created>
  <dcterms:modified xsi:type="dcterms:W3CDTF">2018-05-02T03:30:00Z</dcterms:modified>
</cp:coreProperties>
</file>