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1C169E" w:rsidRPr="0084752B" w:rsidRDefault="001C169E" w:rsidP="001C169E">
      <w:pPr>
        <w:pStyle w:val="Heading2"/>
        <w:spacing w:after="120"/>
      </w:pPr>
      <w:bookmarkStart w:id="0" w:name="_Toc509585224"/>
      <w:r>
        <w:t>Patrol Captain</w:t>
      </w:r>
      <w:bookmarkEnd w:id="0"/>
    </w:p>
    <w:p w:rsidR="001C169E" w:rsidRDefault="001C169E" w:rsidP="001C169E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1C169E" w:rsidRPr="0084752B" w:rsidRDefault="001C169E" w:rsidP="001C169E">
      <w:pPr>
        <w:spacing w:after="120"/>
        <w:rPr>
          <w:sz w:val="22"/>
        </w:rPr>
      </w:pPr>
    </w:p>
    <w:p w:rsidR="001C169E" w:rsidRDefault="001C169E" w:rsidP="001C169E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Delivery of a patrol to the Patrol Operations Manual requirements</w:t>
      </w:r>
    </w:p>
    <w:p w:rsidR="001C169E" w:rsidRPr="0084752B" w:rsidRDefault="001C169E" w:rsidP="001C169E">
      <w:pPr>
        <w:spacing w:after="120"/>
        <w:rPr>
          <w:sz w:val="22"/>
        </w:rPr>
      </w:pPr>
    </w:p>
    <w:p w:rsidR="001C169E" w:rsidRDefault="001C169E" w:rsidP="001C169E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1C169E" w:rsidRPr="0084752B" w:rsidRDefault="001C169E" w:rsidP="001C169E">
      <w:pPr>
        <w:spacing w:after="120"/>
        <w:rPr>
          <w:sz w:val="22"/>
        </w:rPr>
      </w:pPr>
    </w:p>
    <w:p w:rsidR="001C169E" w:rsidRDefault="001C169E" w:rsidP="001C169E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Club Administrator</w:t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1C169E" w:rsidRPr="00DC22E6" w:rsidRDefault="001C169E" w:rsidP="001C169E">
      <w:pPr>
        <w:spacing w:after="120"/>
        <w:rPr>
          <w:sz w:val="22"/>
        </w:rPr>
      </w:pPr>
      <w:r w:rsidRPr="00DC22E6">
        <w:rPr>
          <w:sz w:val="22"/>
        </w:rPr>
        <w:t>Vice Patrol Captain</w:t>
      </w:r>
    </w:p>
    <w:p w:rsidR="001C169E" w:rsidRPr="00DC22E6" w:rsidRDefault="001C169E" w:rsidP="001C169E">
      <w:pPr>
        <w:spacing w:after="120"/>
        <w:rPr>
          <w:sz w:val="22"/>
        </w:rPr>
      </w:pPr>
      <w:r w:rsidRPr="00DC22E6">
        <w:rPr>
          <w:sz w:val="22"/>
        </w:rPr>
        <w:t>Lifeguards</w:t>
      </w:r>
    </w:p>
    <w:p w:rsidR="001C169E" w:rsidRDefault="001C169E" w:rsidP="001C169E">
      <w:pPr>
        <w:spacing w:after="120"/>
        <w:rPr>
          <w:sz w:val="22"/>
        </w:rPr>
      </w:pPr>
      <w:r w:rsidRPr="00DC22E6">
        <w:rPr>
          <w:sz w:val="22"/>
        </w:rPr>
        <w:t>Rookie Lifeguards</w:t>
      </w:r>
    </w:p>
    <w:p w:rsidR="001C169E" w:rsidRPr="00DC22E6" w:rsidRDefault="001C169E" w:rsidP="001C169E">
      <w:pPr>
        <w:spacing w:after="120"/>
        <w:rPr>
          <w:sz w:val="22"/>
        </w:rPr>
      </w:pPr>
    </w:p>
    <w:p w:rsidR="001C169E" w:rsidRDefault="001C169E" w:rsidP="001C169E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SLSNR Lifeguard Supervisor – Volunteer Services</w:t>
      </w:r>
    </w:p>
    <w:p w:rsidR="001C169E" w:rsidRDefault="001C169E" w:rsidP="001C169E">
      <w:pPr>
        <w:spacing w:after="120"/>
        <w:rPr>
          <w:sz w:val="22"/>
        </w:rPr>
      </w:pPr>
      <w:r>
        <w:rPr>
          <w:sz w:val="22"/>
        </w:rPr>
        <w:t>SLSNR Lifeguard Supervisor – Support Services</w:t>
      </w:r>
      <w:r w:rsidRPr="0084752B">
        <w:rPr>
          <w:sz w:val="22"/>
        </w:rPr>
        <w:tab/>
      </w:r>
    </w:p>
    <w:p w:rsidR="001C169E" w:rsidRPr="0084752B" w:rsidRDefault="001C169E" w:rsidP="001C169E">
      <w:pPr>
        <w:spacing w:after="120"/>
        <w:rPr>
          <w:b/>
          <w:sz w:val="22"/>
        </w:rPr>
      </w:pPr>
      <w:bookmarkStart w:id="1" w:name="_GoBack"/>
      <w:bookmarkEnd w:id="1"/>
    </w:p>
    <w:p w:rsidR="001C169E" w:rsidRDefault="001C169E" w:rsidP="001C169E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1C169E" w:rsidRPr="000A4E5D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 w:rsidRPr="000A4E5D">
        <w:rPr>
          <w:sz w:val="22"/>
        </w:rPr>
        <w:t>Manage and coordinate team of lifeguards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 w:rsidRPr="000A4E5D">
        <w:rPr>
          <w:sz w:val="22"/>
        </w:rPr>
        <w:t>Maintain patrol standards outlined in the Patrol Operations Manual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Ensure personnel safety and fitness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Advise Club Lifesaving Officer of issues/concerns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Ensure paperwork is completed and sent to Club Administrator on time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Conduct start of patrol briefing with lifeguards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Coordinate rescues/incidents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 xml:space="preserve">Ensure lifeguards are refreshed </w:t>
      </w:r>
    </w:p>
    <w:p w:rsidR="001C169E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>Maintain and keep clubhouse and equipment clean</w:t>
      </w:r>
    </w:p>
    <w:p w:rsidR="001C169E" w:rsidRPr="000A4E5D" w:rsidRDefault="001C169E" w:rsidP="001C169E">
      <w:pPr>
        <w:pStyle w:val="ListParagraph"/>
        <w:numPr>
          <w:ilvl w:val="0"/>
          <w:numId w:val="27"/>
        </w:numPr>
        <w:spacing w:after="120"/>
        <w:rPr>
          <w:sz w:val="22"/>
        </w:rPr>
      </w:pPr>
      <w:r>
        <w:rPr>
          <w:sz w:val="22"/>
        </w:rPr>
        <w:t xml:space="preserve">Conduct patrol debriefing following a busy day 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FB3"/>
    <w:multiLevelType w:val="hybridMultilevel"/>
    <w:tmpl w:val="D1203D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A4BB0"/>
    <w:multiLevelType w:val="hybridMultilevel"/>
    <w:tmpl w:val="DEC0F5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56143"/>
    <w:multiLevelType w:val="hybridMultilevel"/>
    <w:tmpl w:val="0F22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F523E"/>
    <w:multiLevelType w:val="hybridMultilevel"/>
    <w:tmpl w:val="BAFA7D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76556"/>
    <w:multiLevelType w:val="hybridMultilevel"/>
    <w:tmpl w:val="B0CCFF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F0674"/>
    <w:multiLevelType w:val="hybridMultilevel"/>
    <w:tmpl w:val="75A47E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F7F0B"/>
    <w:multiLevelType w:val="hybridMultilevel"/>
    <w:tmpl w:val="23A28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7"/>
  </w:num>
  <w:num w:numId="5">
    <w:abstractNumId w:val="4"/>
  </w:num>
  <w:num w:numId="6">
    <w:abstractNumId w:val="24"/>
  </w:num>
  <w:num w:numId="7">
    <w:abstractNumId w:val="25"/>
  </w:num>
  <w:num w:numId="8">
    <w:abstractNumId w:val="12"/>
  </w:num>
  <w:num w:numId="9">
    <w:abstractNumId w:val="14"/>
  </w:num>
  <w:num w:numId="10">
    <w:abstractNumId w:val="22"/>
  </w:num>
  <w:num w:numId="11">
    <w:abstractNumId w:val="2"/>
  </w:num>
  <w:num w:numId="12">
    <w:abstractNumId w:val="21"/>
  </w:num>
  <w:num w:numId="13">
    <w:abstractNumId w:val="5"/>
  </w:num>
  <w:num w:numId="14">
    <w:abstractNumId w:val="9"/>
  </w:num>
  <w:num w:numId="15">
    <w:abstractNumId w:val="6"/>
  </w:num>
  <w:num w:numId="16">
    <w:abstractNumId w:val="8"/>
  </w:num>
  <w:num w:numId="17">
    <w:abstractNumId w:val="26"/>
  </w:num>
  <w:num w:numId="18">
    <w:abstractNumId w:val="20"/>
  </w:num>
  <w:num w:numId="19">
    <w:abstractNumId w:val="19"/>
  </w:num>
  <w:num w:numId="20">
    <w:abstractNumId w:val="15"/>
  </w:num>
  <w:num w:numId="21">
    <w:abstractNumId w:val="18"/>
  </w:num>
  <w:num w:numId="22">
    <w:abstractNumId w:val="23"/>
  </w:num>
  <w:num w:numId="23">
    <w:abstractNumId w:val="1"/>
  </w:num>
  <w:num w:numId="24">
    <w:abstractNumId w:val="13"/>
  </w:num>
  <w:num w:numId="25">
    <w:abstractNumId w:val="11"/>
  </w:num>
  <w:num w:numId="26">
    <w:abstractNumId w:val="3"/>
  </w:num>
  <w:num w:numId="27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1E8D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1C169E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2950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26C"/>
    <w:rsid w:val="00834A91"/>
    <w:rsid w:val="00885DA5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0529A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0E958-5D8D-408E-B6F6-3FE929AB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2018-05-02T03:35:00Z</dcterms:created>
  <dcterms:modified xsi:type="dcterms:W3CDTF">2018-05-02T03:35:00Z</dcterms:modified>
</cp:coreProperties>
</file>