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9"/>
      </w:tblGrid>
      <w:tr w:rsidR="007661FA" w:rsidTr="007661FA">
        <w:tc>
          <w:tcPr>
            <w:tcW w:w="5529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7661FA" w:rsidRDefault="007661FA" w:rsidP="00724615">
            <w:pPr>
              <w:rPr>
                <w:rFonts w:ascii="Times New Roman" w:eastAsia="Times New Roman" w:hAnsi="Times New Roman"/>
                <w:szCs w:val="20"/>
                <w:lang w:eastAsia="en-NZ"/>
              </w:rPr>
            </w:pPr>
          </w:p>
        </w:tc>
      </w:tr>
    </w:tbl>
    <w:p w:rsidR="00794422" w:rsidRPr="0084752B" w:rsidRDefault="00794422" w:rsidP="00794422">
      <w:pPr>
        <w:pStyle w:val="Heading2"/>
        <w:spacing w:after="120"/>
      </w:pPr>
      <w:bookmarkStart w:id="0" w:name="_Toc509585214"/>
      <w:r w:rsidRPr="0084752B">
        <w:t>Powercraft Officer</w:t>
      </w:r>
      <w:bookmarkEnd w:id="0"/>
    </w:p>
    <w:p w:rsidR="00794422" w:rsidRDefault="00794422" w:rsidP="00794422">
      <w:pPr>
        <w:spacing w:after="120"/>
        <w:rPr>
          <w:sz w:val="22"/>
        </w:rPr>
      </w:pPr>
      <w:r w:rsidRPr="0084752B">
        <w:rPr>
          <w:b/>
          <w:sz w:val="22"/>
        </w:rPr>
        <w:t>Responsible to:</w:t>
      </w:r>
      <w:r w:rsidRPr="0084752B">
        <w:rPr>
          <w:sz w:val="22"/>
        </w:rPr>
        <w:t xml:space="preserve"> </w:t>
      </w:r>
    </w:p>
    <w:p w:rsidR="00794422" w:rsidRDefault="00794422" w:rsidP="00794422">
      <w:pPr>
        <w:spacing w:after="120"/>
        <w:rPr>
          <w:sz w:val="22"/>
        </w:rPr>
      </w:pPr>
      <w:r w:rsidRPr="0084752B">
        <w:rPr>
          <w:sz w:val="22"/>
        </w:rPr>
        <w:t>Club Chair</w:t>
      </w:r>
      <w:r>
        <w:rPr>
          <w:sz w:val="22"/>
        </w:rPr>
        <w:t>person</w:t>
      </w:r>
    </w:p>
    <w:p w:rsidR="00794422" w:rsidRDefault="00794422" w:rsidP="00794422">
      <w:pPr>
        <w:spacing w:after="120"/>
        <w:rPr>
          <w:sz w:val="22"/>
        </w:rPr>
      </w:pPr>
    </w:p>
    <w:p w:rsidR="00794422" w:rsidRPr="00C91BA1" w:rsidRDefault="00794422" w:rsidP="00794422">
      <w:pPr>
        <w:spacing w:after="120"/>
        <w:rPr>
          <w:b/>
          <w:sz w:val="22"/>
        </w:rPr>
      </w:pPr>
      <w:r w:rsidRPr="00C91BA1">
        <w:rPr>
          <w:b/>
          <w:sz w:val="22"/>
        </w:rPr>
        <w:t>Objective:</w:t>
      </w:r>
    </w:p>
    <w:p w:rsidR="00794422" w:rsidRDefault="00794422" w:rsidP="00794422">
      <w:pPr>
        <w:spacing w:after="120"/>
        <w:rPr>
          <w:sz w:val="22"/>
        </w:rPr>
      </w:pPr>
      <w:r w:rsidRPr="00C91BA1">
        <w:rPr>
          <w:sz w:val="22"/>
        </w:rPr>
        <w:t xml:space="preserve">The </w:t>
      </w:r>
      <w:r>
        <w:rPr>
          <w:sz w:val="22"/>
        </w:rPr>
        <w:t>Powercraft Officer</w:t>
      </w:r>
      <w:r w:rsidRPr="00C91BA1">
        <w:rPr>
          <w:sz w:val="22"/>
        </w:rPr>
        <w:t xml:space="preserve"> is responsible for all aspects of the Clubs I</w:t>
      </w:r>
      <w:r>
        <w:rPr>
          <w:sz w:val="22"/>
        </w:rPr>
        <w:t>RBs and ATVs</w:t>
      </w:r>
    </w:p>
    <w:p w:rsidR="00794422" w:rsidRPr="00C91BA1" w:rsidRDefault="00794422" w:rsidP="00794422">
      <w:pPr>
        <w:spacing w:after="120"/>
        <w:rPr>
          <w:sz w:val="24"/>
        </w:rPr>
      </w:pPr>
    </w:p>
    <w:p w:rsidR="00794422" w:rsidRDefault="00794422" w:rsidP="00794422">
      <w:pPr>
        <w:spacing w:after="120"/>
        <w:rPr>
          <w:sz w:val="22"/>
        </w:rPr>
      </w:pPr>
      <w:r w:rsidRPr="0084752B">
        <w:rPr>
          <w:b/>
          <w:sz w:val="22"/>
        </w:rPr>
        <w:t>Reports to:</w:t>
      </w:r>
      <w:r w:rsidRPr="0084752B">
        <w:rPr>
          <w:sz w:val="22"/>
        </w:rPr>
        <w:t xml:space="preserve"> </w:t>
      </w:r>
    </w:p>
    <w:p w:rsidR="00794422" w:rsidRDefault="00794422" w:rsidP="00794422">
      <w:pPr>
        <w:spacing w:after="120"/>
        <w:rPr>
          <w:sz w:val="22"/>
        </w:rPr>
      </w:pPr>
      <w:r w:rsidRPr="0084752B">
        <w:rPr>
          <w:sz w:val="22"/>
        </w:rPr>
        <w:t xml:space="preserve">Club </w:t>
      </w:r>
      <w:r>
        <w:rPr>
          <w:sz w:val="22"/>
        </w:rPr>
        <w:t>Lifesaving Officer</w:t>
      </w:r>
    </w:p>
    <w:p w:rsidR="00794422" w:rsidRPr="0084752B" w:rsidRDefault="00794422" w:rsidP="00794422">
      <w:pPr>
        <w:spacing w:after="120"/>
        <w:rPr>
          <w:sz w:val="22"/>
        </w:rPr>
      </w:pPr>
    </w:p>
    <w:p w:rsidR="00794422" w:rsidRPr="0084752B" w:rsidRDefault="00794422" w:rsidP="00794422">
      <w:pPr>
        <w:spacing w:after="120"/>
        <w:rPr>
          <w:b/>
          <w:sz w:val="22"/>
        </w:rPr>
      </w:pPr>
      <w:r w:rsidRPr="0084752B">
        <w:rPr>
          <w:b/>
          <w:sz w:val="22"/>
        </w:rPr>
        <w:t>Internal Relationships:</w:t>
      </w:r>
      <w:r w:rsidRPr="0084752B">
        <w:rPr>
          <w:b/>
          <w:sz w:val="22"/>
        </w:rPr>
        <w:tab/>
      </w:r>
      <w:r w:rsidRPr="0084752B">
        <w:rPr>
          <w:b/>
          <w:sz w:val="22"/>
        </w:rPr>
        <w:tab/>
      </w:r>
      <w:r w:rsidRPr="0084752B">
        <w:rPr>
          <w:b/>
          <w:sz w:val="22"/>
        </w:rPr>
        <w:tab/>
      </w:r>
    </w:p>
    <w:p w:rsidR="00794422" w:rsidRPr="0084752B" w:rsidRDefault="00794422" w:rsidP="00794422">
      <w:pPr>
        <w:pStyle w:val="ListParagraph"/>
        <w:numPr>
          <w:ilvl w:val="0"/>
          <w:numId w:val="11"/>
        </w:numPr>
        <w:spacing w:after="120"/>
        <w:rPr>
          <w:sz w:val="22"/>
        </w:rPr>
      </w:pPr>
      <w:r w:rsidRPr="0084752B">
        <w:rPr>
          <w:sz w:val="22"/>
        </w:rPr>
        <w:t>Patrol Captains</w:t>
      </w:r>
    </w:p>
    <w:p w:rsidR="00794422" w:rsidRPr="0084752B" w:rsidRDefault="00794422" w:rsidP="00794422">
      <w:pPr>
        <w:pStyle w:val="ListParagraph"/>
        <w:numPr>
          <w:ilvl w:val="0"/>
          <w:numId w:val="11"/>
        </w:numPr>
        <w:spacing w:after="120"/>
        <w:rPr>
          <w:sz w:val="22"/>
        </w:rPr>
      </w:pPr>
      <w:r>
        <w:rPr>
          <w:sz w:val="22"/>
        </w:rPr>
        <w:t>Club Training Officer</w:t>
      </w:r>
    </w:p>
    <w:p w:rsidR="00794422" w:rsidRPr="0084752B" w:rsidRDefault="00794422" w:rsidP="00794422">
      <w:pPr>
        <w:pStyle w:val="ListParagraph"/>
        <w:numPr>
          <w:ilvl w:val="0"/>
          <w:numId w:val="11"/>
        </w:numPr>
        <w:spacing w:after="120"/>
        <w:rPr>
          <w:sz w:val="22"/>
        </w:rPr>
      </w:pPr>
      <w:r w:rsidRPr="0084752B">
        <w:rPr>
          <w:sz w:val="22"/>
        </w:rPr>
        <w:t xml:space="preserve">Club </w:t>
      </w:r>
      <w:r>
        <w:rPr>
          <w:sz w:val="22"/>
        </w:rPr>
        <w:t>Lifesaving Officer</w:t>
      </w:r>
    </w:p>
    <w:p w:rsidR="00794422" w:rsidRDefault="00794422" w:rsidP="00794422">
      <w:pPr>
        <w:pStyle w:val="ListParagraph"/>
        <w:numPr>
          <w:ilvl w:val="0"/>
          <w:numId w:val="11"/>
        </w:numPr>
        <w:spacing w:after="120"/>
        <w:rPr>
          <w:sz w:val="22"/>
        </w:rPr>
      </w:pPr>
      <w:r w:rsidRPr="0084752B">
        <w:rPr>
          <w:sz w:val="22"/>
        </w:rPr>
        <w:t>Surf Sports Manager</w:t>
      </w:r>
    </w:p>
    <w:p w:rsidR="00794422" w:rsidRPr="0084752B" w:rsidRDefault="00794422" w:rsidP="00794422">
      <w:pPr>
        <w:pStyle w:val="ListParagraph"/>
        <w:spacing w:after="120"/>
        <w:rPr>
          <w:sz w:val="22"/>
        </w:rPr>
      </w:pPr>
    </w:p>
    <w:p w:rsidR="00794422" w:rsidRPr="0084752B" w:rsidRDefault="00794422" w:rsidP="00794422">
      <w:pPr>
        <w:spacing w:after="120"/>
        <w:rPr>
          <w:b/>
          <w:sz w:val="22"/>
        </w:rPr>
      </w:pPr>
      <w:r w:rsidRPr="0084752B">
        <w:rPr>
          <w:b/>
          <w:sz w:val="22"/>
        </w:rPr>
        <w:t>External Relationships:</w:t>
      </w:r>
      <w:r w:rsidRPr="0084752B">
        <w:rPr>
          <w:b/>
          <w:sz w:val="22"/>
        </w:rPr>
        <w:tab/>
      </w:r>
    </w:p>
    <w:p w:rsidR="00794422" w:rsidRPr="0084752B" w:rsidRDefault="00794422" w:rsidP="00794422">
      <w:pPr>
        <w:pStyle w:val="ListParagraph"/>
        <w:numPr>
          <w:ilvl w:val="0"/>
          <w:numId w:val="10"/>
        </w:numPr>
        <w:spacing w:after="120"/>
        <w:rPr>
          <w:sz w:val="22"/>
        </w:rPr>
      </w:pPr>
      <w:r w:rsidRPr="0084752B">
        <w:rPr>
          <w:sz w:val="22"/>
        </w:rPr>
        <w:t>Equipment service technicians</w:t>
      </w:r>
    </w:p>
    <w:p w:rsidR="00794422" w:rsidRDefault="00794422" w:rsidP="00794422">
      <w:pPr>
        <w:pStyle w:val="ListParagraph"/>
        <w:numPr>
          <w:ilvl w:val="0"/>
          <w:numId w:val="10"/>
        </w:numPr>
        <w:spacing w:after="120"/>
        <w:rPr>
          <w:sz w:val="22"/>
        </w:rPr>
      </w:pPr>
      <w:r w:rsidRPr="0084752B">
        <w:rPr>
          <w:sz w:val="22"/>
        </w:rPr>
        <w:t>S</w:t>
      </w:r>
      <w:r>
        <w:rPr>
          <w:sz w:val="22"/>
        </w:rPr>
        <w:t>urf Life Saving Northern Region</w:t>
      </w:r>
    </w:p>
    <w:p w:rsidR="00794422" w:rsidRDefault="00794422" w:rsidP="00794422">
      <w:pPr>
        <w:pStyle w:val="ListParagraph"/>
        <w:numPr>
          <w:ilvl w:val="0"/>
          <w:numId w:val="10"/>
        </w:numPr>
        <w:spacing w:after="120"/>
        <w:rPr>
          <w:sz w:val="22"/>
        </w:rPr>
      </w:pPr>
      <w:r>
        <w:rPr>
          <w:sz w:val="22"/>
        </w:rPr>
        <w:t>Surf Life Saving New Zealand</w:t>
      </w:r>
    </w:p>
    <w:p w:rsidR="00794422" w:rsidRPr="0084752B" w:rsidRDefault="00794422" w:rsidP="00794422">
      <w:pPr>
        <w:pStyle w:val="ListParagraph"/>
        <w:spacing w:after="120"/>
        <w:rPr>
          <w:sz w:val="22"/>
        </w:rPr>
      </w:pPr>
    </w:p>
    <w:p w:rsidR="00794422" w:rsidRPr="0084752B" w:rsidRDefault="00794422" w:rsidP="00794422">
      <w:pPr>
        <w:spacing w:after="120"/>
        <w:rPr>
          <w:sz w:val="22"/>
        </w:rPr>
      </w:pPr>
      <w:bookmarkStart w:id="1" w:name="_GoBack"/>
      <w:bookmarkEnd w:id="1"/>
      <w:r w:rsidRPr="0084752B">
        <w:rPr>
          <w:b/>
          <w:sz w:val="22"/>
        </w:rPr>
        <w:t>Key Responsibilities:</w:t>
      </w:r>
      <w:r w:rsidRPr="0084752B">
        <w:rPr>
          <w:sz w:val="22"/>
        </w:rPr>
        <w:t xml:space="preserve"> </w:t>
      </w:r>
    </w:p>
    <w:p w:rsidR="00794422" w:rsidRPr="0084752B" w:rsidRDefault="00794422" w:rsidP="00794422">
      <w:pPr>
        <w:pStyle w:val="ListParagraph"/>
        <w:numPr>
          <w:ilvl w:val="0"/>
          <w:numId w:val="8"/>
        </w:numPr>
        <w:spacing w:after="120"/>
        <w:rPr>
          <w:sz w:val="22"/>
        </w:rPr>
      </w:pPr>
      <w:r w:rsidRPr="0084752B">
        <w:rPr>
          <w:sz w:val="22"/>
        </w:rPr>
        <w:t>Maintenance and development of IRBs, quad bikes and/or associated equipment</w:t>
      </w:r>
    </w:p>
    <w:p w:rsidR="00794422" w:rsidRPr="0084752B" w:rsidRDefault="00794422" w:rsidP="00794422">
      <w:pPr>
        <w:pStyle w:val="ListParagraph"/>
        <w:numPr>
          <w:ilvl w:val="0"/>
          <w:numId w:val="8"/>
        </w:numPr>
        <w:spacing w:after="120"/>
        <w:rPr>
          <w:sz w:val="22"/>
        </w:rPr>
      </w:pPr>
      <w:r w:rsidRPr="0084752B">
        <w:rPr>
          <w:sz w:val="22"/>
        </w:rPr>
        <w:t xml:space="preserve">Maintain all IRBs, </w:t>
      </w:r>
      <w:r>
        <w:rPr>
          <w:sz w:val="22"/>
        </w:rPr>
        <w:t>ATVs</w:t>
      </w:r>
      <w:r w:rsidRPr="0084752B">
        <w:rPr>
          <w:sz w:val="22"/>
        </w:rPr>
        <w:t xml:space="preserve"> and equipment in excellent working order and in accordance with the POM</w:t>
      </w:r>
    </w:p>
    <w:p w:rsidR="00794422" w:rsidRPr="0084752B" w:rsidRDefault="00794422" w:rsidP="00794422">
      <w:pPr>
        <w:pStyle w:val="ListParagraph"/>
        <w:numPr>
          <w:ilvl w:val="0"/>
          <w:numId w:val="8"/>
        </w:numPr>
        <w:spacing w:after="120"/>
        <w:rPr>
          <w:sz w:val="22"/>
        </w:rPr>
      </w:pPr>
      <w:r w:rsidRPr="0084752B">
        <w:rPr>
          <w:sz w:val="22"/>
        </w:rPr>
        <w:t>Minimise injuries through testing/checking equipment for faults and addressing issues rapidly when identified.</w:t>
      </w:r>
    </w:p>
    <w:p w:rsidR="00794422" w:rsidRPr="0084752B" w:rsidRDefault="00794422" w:rsidP="00794422">
      <w:pPr>
        <w:pStyle w:val="ListParagraph"/>
        <w:numPr>
          <w:ilvl w:val="0"/>
          <w:numId w:val="8"/>
        </w:numPr>
        <w:spacing w:after="120"/>
        <w:rPr>
          <w:sz w:val="22"/>
        </w:rPr>
      </w:pPr>
      <w:r w:rsidRPr="0084752B">
        <w:rPr>
          <w:sz w:val="22"/>
        </w:rPr>
        <w:t>Maintain fuel storage in accordance with the Dangerous Goods Act</w:t>
      </w:r>
    </w:p>
    <w:p w:rsidR="00794422" w:rsidRPr="0084752B" w:rsidRDefault="00794422" w:rsidP="00794422">
      <w:pPr>
        <w:pStyle w:val="ListParagraph"/>
        <w:numPr>
          <w:ilvl w:val="0"/>
          <w:numId w:val="8"/>
        </w:numPr>
        <w:spacing w:after="120"/>
        <w:rPr>
          <w:sz w:val="22"/>
        </w:rPr>
      </w:pPr>
      <w:r w:rsidRPr="0084752B">
        <w:rPr>
          <w:sz w:val="22"/>
        </w:rPr>
        <w:t>Maintain overall organisation, security and cleanliness of boatshed</w:t>
      </w:r>
    </w:p>
    <w:p w:rsidR="00794422" w:rsidRPr="0084752B" w:rsidRDefault="00794422" w:rsidP="00794422">
      <w:pPr>
        <w:pStyle w:val="ListParagraph"/>
        <w:numPr>
          <w:ilvl w:val="0"/>
          <w:numId w:val="8"/>
        </w:numPr>
        <w:spacing w:after="120"/>
        <w:rPr>
          <w:sz w:val="22"/>
        </w:rPr>
      </w:pPr>
      <w:r w:rsidRPr="0084752B">
        <w:rPr>
          <w:sz w:val="22"/>
        </w:rPr>
        <w:t>Maintain necessary tools within club for maintenance</w:t>
      </w:r>
    </w:p>
    <w:p w:rsidR="00794422" w:rsidRPr="0084752B" w:rsidRDefault="00794422" w:rsidP="00794422">
      <w:pPr>
        <w:pStyle w:val="ListParagraph"/>
        <w:numPr>
          <w:ilvl w:val="0"/>
          <w:numId w:val="8"/>
        </w:numPr>
        <w:spacing w:after="120"/>
        <w:rPr>
          <w:sz w:val="22"/>
        </w:rPr>
      </w:pPr>
      <w:r w:rsidRPr="0084752B">
        <w:rPr>
          <w:sz w:val="22"/>
        </w:rPr>
        <w:t>Awareness of equipment suppliers and sponsorship agreements.</w:t>
      </w:r>
    </w:p>
    <w:p w:rsidR="00794422" w:rsidRPr="0084752B" w:rsidRDefault="00794422" w:rsidP="00794422">
      <w:pPr>
        <w:pStyle w:val="ListParagraph"/>
        <w:numPr>
          <w:ilvl w:val="0"/>
          <w:numId w:val="8"/>
        </w:numPr>
        <w:spacing w:after="120"/>
        <w:rPr>
          <w:sz w:val="22"/>
        </w:rPr>
      </w:pPr>
      <w:r w:rsidRPr="0084752B">
        <w:rPr>
          <w:sz w:val="22"/>
        </w:rPr>
        <w:t>Communication Roles</w:t>
      </w:r>
    </w:p>
    <w:p w:rsidR="000775CB" w:rsidRPr="002E5B1A" w:rsidRDefault="000775CB" w:rsidP="00D33F5A">
      <w:pPr>
        <w:pStyle w:val="Heading2"/>
        <w:spacing w:after="160"/>
        <w:rPr>
          <w:rFonts w:cs="Arial"/>
        </w:rPr>
      </w:pPr>
    </w:p>
    <w:sectPr w:rsidR="000775CB" w:rsidRPr="002E5B1A" w:rsidSect="00D62442">
      <w:headerReference w:type="default" r:id="rId8"/>
      <w:footerReference w:type="default" r:id="rId9"/>
      <w:pgSz w:w="11906" w:h="16838"/>
      <w:pgMar w:top="1440" w:right="1440" w:bottom="1440" w:left="1440" w:header="11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22C" w:rsidRDefault="009E322C" w:rsidP="00AD1806">
      <w:pPr>
        <w:spacing w:after="0"/>
      </w:pPr>
      <w:r>
        <w:separator/>
      </w:r>
    </w:p>
  </w:endnote>
  <w:endnote w:type="continuationSeparator" w:id="0">
    <w:p w:rsidR="009E322C" w:rsidRDefault="009E322C" w:rsidP="00AD18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Default="00D62442">
    <w:pPr>
      <w:pStyle w:val="Footer"/>
    </w:pPr>
    <w:r w:rsidRPr="00D62442">
      <w:rPr>
        <w:noProof/>
        <w:lang w:eastAsia="en-NZ"/>
      </w:rPr>
      <w:drawing>
        <wp:inline distT="0" distB="0" distL="0" distR="0">
          <wp:extent cx="5731510" cy="1010571"/>
          <wp:effectExtent l="0" t="0" r="2540" b="0"/>
          <wp:docPr id="2" name="Picture 2" descr="C:\Users\talia.comp.SLSNR\Pictures\Letterhead Jan 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alia.comp.SLSNR\Pictures\Letterhead Jan 2018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0105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4731" w:rsidRDefault="009D4731" w:rsidP="002F4C9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22C" w:rsidRDefault="009E322C" w:rsidP="00AD1806">
      <w:pPr>
        <w:spacing w:after="0"/>
      </w:pPr>
      <w:r>
        <w:separator/>
      </w:r>
    </w:p>
  </w:footnote>
  <w:footnote w:type="continuationSeparator" w:id="0">
    <w:p w:rsidR="009E322C" w:rsidRDefault="009E322C" w:rsidP="00AD18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Pr="00AD1806" w:rsidRDefault="009D4731" w:rsidP="000B71AC">
    <w:pPr>
      <w:pStyle w:val="Header"/>
      <w:tabs>
        <w:tab w:val="clear" w:pos="4513"/>
      </w:tabs>
      <w:ind w:left="5812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</w:p>
  <w:p w:rsidR="009D4731" w:rsidRPr="00AD1806" w:rsidRDefault="00D62442" w:rsidP="00724615">
    <w:pPr>
      <w:pStyle w:val="Header"/>
      <w:ind w:left="-709"/>
      <w:rPr>
        <w:rFonts w:cs="Arial"/>
        <w:sz w:val="16"/>
        <w:szCs w:val="16"/>
      </w:rPr>
    </w:pPr>
    <w:r w:rsidRPr="004319AD">
      <w:rPr>
        <w:rFonts w:cs="Arial"/>
        <w:noProof/>
        <w:sz w:val="16"/>
        <w:szCs w:val="16"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91A228" wp14:editId="32068677">
              <wp:simplePos x="0" y="0"/>
              <wp:positionH relativeFrom="column">
                <wp:posOffset>3957955</wp:posOffset>
              </wp:positionH>
              <wp:positionV relativeFrom="paragraph">
                <wp:posOffset>9525</wp:posOffset>
              </wp:positionV>
              <wp:extent cx="2374265" cy="1403985"/>
              <wp:effectExtent l="0" t="0" r="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D4731" w:rsidRPr="004319AD" w:rsidRDefault="009D4731" w:rsidP="004319A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3 </w:t>
                          </w:r>
                          <w:proofErr w:type="spellStart"/>
                          <w:r w:rsidRPr="004319AD">
                            <w:rPr>
                              <w:sz w:val="16"/>
                              <w:szCs w:val="16"/>
                            </w:rPr>
                            <w:t>Solent</w:t>
                          </w:r>
                          <w:proofErr w:type="spellEnd"/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 Street</w:t>
                          </w:r>
                          <w:r>
                            <w:rPr>
                              <w:sz w:val="16"/>
                              <w:szCs w:val="16"/>
                            </w:rPr>
                            <w:t>, Mechanics Bay, Auckland 1010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PO Box 2195,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Shortland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Street, Auckland 1140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T 09 303 0663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www.</w:t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>lifesaving.org.nz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491A22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11.65pt;margin-top:.7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" stroked="f">
              <v:textbox style="mso-fit-shape-to-text:t">
                <w:txbxContent>
                  <w:p w:rsidR="009D4731" w:rsidRPr="004319AD" w:rsidRDefault="009D4731" w:rsidP="004319AD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4319AD">
                      <w:rPr>
                        <w:sz w:val="16"/>
                        <w:szCs w:val="16"/>
                      </w:rPr>
                      <w:t xml:space="preserve">3 </w:t>
                    </w:r>
                    <w:proofErr w:type="spellStart"/>
                    <w:r w:rsidRPr="004319AD">
                      <w:rPr>
                        <w:sz w:val="16"/>
                        <w:szCs w:val="16"/>
                      </w:rPr>
                      <w:t>Solent</w:t>
                    </w:r>
                    <w:proofErr w:type="spellEnd"/>
                    <w:r w:rsidRPr="004319AD">
                      <w:rPr>
                        <w:sz w:val="16"/>
                        <w:szCs w:val="16"/>
                      </w:rPr>
                      <w:t xml:space="preserve"> Street</w:t>
                    </w:r>
                    <w:r>
                      <w:rPr>
                        <w:sz w:val="16"/>
                        <w:szCs w:val="16"/>
                      </w:rPr>
                      <w:t>, Mechanics Bay, Auckland 1010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4319AD">
                      <w:rPr>
                        <w:sz w:val="16"/>
                        <w:szCs w:val="16"/>
                      </w:rPr>
                      <w:t xml:space="preserve">PO Box 2195,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Shortland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Street, Auckland 1140</w:t>
                    </w:r>
                    <w:r>
                      <w:rPr>
                        <w:sz w:val="16"/>
                        <w:szCs w:val="16"/>
                      </w:rPr>
                      <w:br/>
                      <w:t>T 09 303 0663</w:t>
                    </w:r>
                    <w:r>
                      <w:rPr>
                        <w:sz w:val="16"/>
                        <w:szCs w:val="16"/>
                      </w:rPr>
                      <w:br/>
                      <w:t>www.</w:t>
                    </w:r>
                    <w:r w:rsidRPr="004319AD">
                      <w:rPr>
                        <w:sz w:val="16"/>
                        <w:szCs w:val="16"/>
                      </w:rPr>
                      <w:t>lifesaving.org.nz</w:t>
                    </w:r>
                  </w:p>
                </w:txbxContent>
              </v:textbox>
            </v:shape>
          </w:pict>
        </mc:Fallback>
      </mc:AlternateContent>
    </w:r>
    <w:r w:rsidR="009D4731">
      <w:rPr>
        <w:rFonts w:cs="Arial"/>
        <w:noProof/>
        <w:sz w:val="16"/>
        <w:szCs w:val="16"/>
        <w:lang w:eastAsia="en-NZ"/>
      </w:rPr>
      <w:drawing>
        <wp:inline distT="0" distB="0" distL="0" distR="0" wp14:anchorId="08B244F9" wp14:editId="3A0CB53C">
          <wp:extent cx="2982055" cy="885825"/>
          <wp:effectExtent l="0" t="0" r="8890" b="0"/>
          <wp:docPr id="16" name="Picture 16" descr="J:\Strengthen SLSNR\Business Development\Marketing\Other Marketing\Logos\SLSNR-SLSNZ Logos\SLS NR Logo Suite\SLS NR Flat Logo\JEPGS\SLS NR Flat colour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J:\Strengthen SLSNR\Business Development\Marketing\Other Marketing\Logos\SLSNR-SLSNZ Logos\SLS NR Logo Suite\SLS NR Flat Logo\JEPGS\SLS NR Flat colour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2742" cy="886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D4731" w:rsidRPr="00AD1806">
      <w:rPr>
        <w:rFonts w:cs="Arial"/>
        <w:sz w:val="16"/>
        <w:szCs w:val="16"/>
      </w:rPr>
      <w:tab/>
    </w:r>
  </w:p>
  <w:p w:rsidR="009D4731" w:rsidRDefault="009D47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766A1"/>
    <w:multiLevelType w:val="hybridMultilevel"/>
    <w:tmpl w:val="E752FB3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65C85"/>
    <w:multiLevelType w:val="hybridMultilevel"/>
    <w:tmpl w:val="45AAD5E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146AF"/>
    <w:multiLevelType w:val="hybridMultilevel"/>
    <w:tmpl w:val="C3BC9FF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1411"/>
    <w:multiLevelType w:val="hybridMultilevel"/>
    <w:tmpl w:val="F810466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0646FC"/>
    <w:multiLevelType w:val="hybridMultilevel"/>
    <w:tmpl w:val="87AA259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826CF"/>
    <w:multiLevelType w:val="hybridMultilevel"/>
    <w:tmpl w:val="1BAAA1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6617FE"/>
    <w:multiLevelType w:val="hybridMultilevel"/>
    <w:tmpl w:val="5A9ED8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593877"/>
    <w:multiLevelType w:val="hybridMultilevel"/>
    <w:tmpl w:val="F3408B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39726A"/>
    <w:multiLevelType w:val="hybridMultilevel"/>
    <w:tmpl w:val="1F10246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A320D2"/>
    <w:multiLevelType w:val="hybridMultilevel"/>
    <w:tmpl w:val="D78249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FB165B"/>
    <w:multiLevelType w:val="hybridMultilevel"/>
    <w:tmpl w:val="D00278F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7"/>
  </w:num>
  <w:num w:numId="5">
    <w:abstractNumId w:val="2"/>
  </w:num>
  <w:num w:numId="6">
    <w:abstractNumId w:val="9"/>
  </w:num>
  <w:num w:numId="7">
    <w:abstractNumId w:val="10"/>
  </w:num>
  <w:num w:numId="8">
    <w:abstractNumId w:val="5"/>
  </w:num>
  <w:num w:numId="9">
    <w:abstractNumId w:val="6"/>
  </w:num>
  <w:num w:numId="10">
    <w:abstractNumId w:val="8"/>
  </w:num>
  <w:num w:numId="1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1E"/>
    <w:rsid w:val="00016B41"/>
    <w:rsid w:val="000775CB"/>
    <w:rsid w:val="000917B7"/>
    <w:rsid w:val="000B71AC"/>
    <w:rsid w:val="000E140A"/>
    <w:rsid w:val="00121DF6"/>
    <w:rsid w:val="00133952"/>
    <w:rsid w:val="00137AD4"/>
    <w:rsid w:val="00172A73"/>
    <w:rsid w:val="001737FA"/>
    <w:rsid w:val="00175A3D"/>
    <w:rsid w:val="00176A11"/>
    <w:rsid w:val="0019206D"/>
    <w:rsid w:val="00194BB2"/>
    <w:rsid w:val="00194F34"/>
    <w:rsid w:val="00252F1A"/>
    <w:rsid w:val="00276ABF"/>
    <w:rsid w:val="002920B2"/>
    <w:rsid w:val="002E5B1A"/>
    <w:rsid w:val="002E7D74"/>
    <w:rsid w:val="002F3CB0"/>
    <w:rsid w:val="002F4C9F"/>
    <w:rsid w:val="00326727"/>
    <w:rsid w:val="003407EA"/>
    <w:rsid w:val="00350565"/>
    <w:rsid w:val="003524F2"/>
    <w:rsid w:val="00366F6A"/>
    <w:rsid w:val="003D7C82"/>
    <w:rsid w:val="003E4785"/>
    <w:rsid w:val="003E51FE"/>
    <w:rsid w:val="0040434A"/>
    <w:rsid w:val="004049B3"/>
    <w:rsid w:val="00414E3E"/>
    <w:rsid w:val="00421FB9"/>
    <w:rsid w:val="004319AD"/>
    <w:rsid w:val="00436E27"/>
    <w:rsid w:val="00442FE5"/>
    <w:rsid w:val="004507FD"/>
    <w:rsid w:val="00460A14"/>
    <w:rsid w:val="00494B30"/>
    <w:rsid w:val="004F2429"/>
    <w:rsid w:val="00575280"/>
    <w:rsid w:val="0057693B"/>
    <w:rsid w:val="005D5DBB"/>
    <w:rsid w:val="005F6B31"/>
    <w:rsid w:val="006159D3"/>
    <w:rsid w:val="00615B3F"/>
    <w:rsid w:val="00635C46"/>
    <w:rsid w:val="006654BF"/>
    <w:rsid w:val="00670B3A"/>
    <w:rsid w:val="00690CED"/>
    <w:rsid w:val="006A3C72"/>
    <w:rsid w:val="006B27B9"/>
    <w:rsid w:val="006E6F97"/>
    <w:rsid w:val="00724615"/>
    <w:rsid w:val="0073231E"/>
    <w:rsid w:val="00735951"/>
    <w:rsid w:val="007425C6"/>
    <w:rsid w:val="007661FA"/>
    <w:rsid w:val="007737C5"/>
    <w:rsid w:val="00776285"/>
    <w:rsid w:val="0078126B"/>
    <w:rsid w:val="00782E76"/>
    <w:rsid w:val="00791C92"/>
    <w:rsid w:val="00794422"/>
    <w:rsid w:val="00797745"/>
    <w:rsid w:val="007A0A37"/>
    <w:rsid w:val="007D3E04"/>
    <w:rsid w:val="0081071D"/>
    <w:rsid w:val="00812C6E"/>
    <w:rsid w:val="00834A91"/>
    <w:rsid w:val="00894719"/>
    <w:rsid w:val="008A08FC"/>
    <w:rsid w:val="008A6978"/>
    <w:rsid w:val="008B20B5"/>
    <w:rsid w:val="008C690E"/>
    <w:rsid w:val="00903BE3"/>
    <w:rsid w:val="009333FE"/>
    <w:rsid w:val="00937A79"/>
    <w:rsid w:val="00961BCE"/>
    <w:rsid w:val="00993B03"/>
    <w:rsid w:val="00997DB8"/>
    <w:rsid w:val="009C057A"/>
    <w:rsid w:val="009C263A"/>
    <w:rsid w:val="009D029A"/>
    <w:rsid w:val="009D434C"/>
    <w:rsid w:val="009D4731"/>
    <w:rsid w:val="009E2EBD"/>
    <w:rsid w:val="009E322C"/>
    <w:rsid w:val="009F4594"/>
    <w:rsid w:val="00A11D52"/>
    <w:rsid w:val="00A234CB"/>
    <w:rsid w:val="00A430A1"/>
    <w:rsid w:val="00A65435"/>
    <w:rsid w:val="00A97A6F"/>
    <w:rsid w:val="00AA24AB"/>
    <w:rsid w:val="00AB6C31"/>
    <w:rsid w:val="00AC36F1"/>
    <w:rsid w:val="00AD1806"/>
    <w:rsid w:val="00B149C0"/>
    <w:rsid w:val="00B21769"/>
    <w:rsid w:val="00B23B37"/>
    <w:rsid w:val="00B26078"/>
    <w:rsid w:val="00B42548"/>
    <w:rsid w:val="00B45611"/>
    <w:rsid w:val="00B70C9D"/>
    <w:rsid w:val="00B80C3C"/>
    <w:rsid w:val="00B91C58"/>
    <w:rsid w:val="00B952D7"/>
    <w:rsid w:val="00C73CF0"/>
    <w:rsid w:val="00CC3115"/>
    <w:rsid w:val="00CD7097"/>
    <w:rsid w:val="00CF5E01"/>
    <w:rsid w:val="00D33F5A"/>
    <w:rsid w:val="00D54CE8"/>
    <w:rsid w:val="00D62442"/>
    <w:rsid w:val="00D7069D"/>
    <w:rsid w:val="00D934E4"/>
    <w:rsid w:val="00DB555B"/>
    <w:rsid w:val="00DB7B35"/>
    <w:rsid w:val="00E0276B"/>
    <w:rsid w:val="00E16F15"/>
    <w:rsid w:val="00E35179"/>
    <w:rsid w:val="00E364E2"/>
    <w:rsid w:val="00E56F3E"/>
    <w:rsid w:val="00E71234"/>
    <w:rsid w:val="00E75016"/>
    <w:rsid w:val="00E85681"/>
    <w:rsid w:val="00E91FB8"/>
    <w:rsid w:val="00EB0453"/>
    <w:rsid w:val="00EC2A3E"/>
    <w:rsid w:val="00F024D3"/>
    <w:rsid w:val="00F558D2"/>
    <w:rsid w:val="00F6779C"/>
    <w:rsid w:val="00F85418"/>
    <w:rsid w:val="00F91C45"/>
    <w:rsid w:val="00F94CB6"/>
    <w:rsid w:val="00FF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BDA09FF-691B-4170-BA6D-695F751D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727"/>
    <w:rPr>
      <w:rFonts w:eastAsiaTheme="minorEastAsia"/>
      <w:sz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4594"/>
    <w:pPr>
      <w:keepNext/>
      <w:keepLines/>
      <w:spacing w:before="240" w:after="0"/>
      <w:outlineLvl w:val="0"/>
    </w:pPr>
    <w:rPr>
      <w:rFonts w:eastAsiaTheme="majorEastAsia" w:cstheme="majorBidi"/>
      <w:b/>
      <w:sz w:val="22"/>
      <w:szCs w:val="32"/>
      <w:u w:val="single"/>
      <w:lang w:val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4594"/>
    <w:pPr>
      <w:keepNext/>
      <w:keepLines/>
      <w:spacing w:before="40" w:after="0"/>
      <w:outlineLvl w:val="1"/>
    </w:pPr>
    <w:rPr>
      <w:rFonts w:eastAsiaTheme="majorEastAsia" w:cstheme="majorBidi"/>
      <w:b/>
      <w:sz w:val="22"/>
      <w:szCs w:val="26"/>
      <w:u w:val="single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HeaderChar">
    <w:name w:val="Header Char"/>
    <w:basedOn w:val="DefaultParagraphFont"/>
    <w:link w:val="Header"/>
    <w:uiPriority w:val="99"/>
    <w:rsid w:val="00AD1806"/>
  </w:style>
  <w:style w:type="paragraph" w:styleId="Footer">
    <w:name w:val="footer"/>
    <w:basedOn w:val="Normal"/>
    <w:link w:val="FooterChar"/>
    <w:uiPriority w:val="99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FooterChar">
    <w:name w:val="Footer Char"/>
    <w:basedOn w:val="DefaultParagraphFont"/>
    <w:link w:val="Footer"/>
    <w:uiPriority w:val="99"/>
    <w:rsid w:val="00AD1806"/>
  </w:style>
  <w:style w:type="paragraph" w:styleId="BalloonText">
    <w:name w:val="Balloon Text"/>
    <w:basedOn w:val="Normal"/>
    <w:link w:val="BalloonTextChar"/>
    <w:uiPriority w:val="99"/>
    <w:semiHidden/>
    <w:unhideWhenUsed/>
    <w:rsid w:val="00AD1806"/>
    <w:pPr>
      <w:spacing w:after="0"/>
    </w:pPr>
    <w:rPr>
      <w:rFonts w:ascii="Tahoma" w:eastAsiaTheme="minorHAnsi" w:hAnsi="Tahoma" w:cs="Tahoma"/>
      <w:sz w:val="16"/>
      <w:szCs w:val="16"/>
      <w:lang w:val="en-NZ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806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link w:val="NoSpacingChar"/>
    <w:uiPriority w:val="99"/>
    <w:qFormat/>
    <w:rsid w:val="00326727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99"/>
    <w:rsid w:val="00326727"/>
    <w:rPr>
      <w:rFonts w:eastAsiaTheme="minorEastAsia"/>
      <w:sz w:val="20"/>
      <w:lang w:val="en-US"/>
    </w:rPr>
  </w:style>
  <w:style w:type="paragraph" w:styleId="Closing">
    <w:name w:val="Closing"/>
    <w:basedOn w:val="Normal"/>
    <w:link w:val="ClosingChar"/>
    <w:uiPriority w:val="7"/>
    <w:unhideWhenUsed/>
    <w:qFormat/>
    <w:rsid w:val="00326727"/>
    <w:pPr>
      <w:spacing w:before="240" w:after="0"/>
      <w:ind w:right="4320"/>
    </w:pPr>
    <w:rPr>
      <w:sz w:val="22"/>
    </w:rPr>
  </w:style>
  <w:style w:type="character" w:customStyle="1" w:styleId="ClosingChar">
    <w:name w:val="Closing Char"/>
    <w:basedOn w:val="DefaultParagraphFont"/>
    <w:link w:val="Closing"/>
    <w:uiPriority w:val="7"/>
    <w:rsid w:val="00326727"/>
    <w:rPr>
      <w:rFonts w:eastAsiaTheme="minorEastAsia"/>
      <w:lang w:val="en-US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rsid w:val="00326727"/>
    <w:pPr>
      <w:spacing w:before="200" w:after="200" w:line="276" w:lineRule="auto"/>
      <w:contextualSpacing/>
    </w:pPr>
    <w:rPr>
      <w:rFonts w:asciiTheme="majorHAnsi" w:hAnsiTheme="majorHAnsi"/>
      <w:color w:val="C0504D" w:themeColor="accent2"/>
      <w:sz w:val="18"/>
    </w:rPr>
  </w:style>
  <w:style w:type="paragraph" w:styleId="Salutation">
    <w:name w:val="Salutation"/>
    <w:basedOn w:val="Normal"/>
    <w:next w:val="Normal"/>
    <w:link w:val="SalutationChar"/>
    <w:uiPriority w:val="6"/>
    <w:unhideWhenUsed/>
    <w:qFormat/>
    <w:rsid w:val="00326727"/>
    <w:pPr>
      <w:spacing w:before="400" w:after="320"/>
    </w:pPr>
    <w:rPr>
      <w:b/>
      <w:sz w:val="22"/>
    </w:rPr>
  </w:style>
  <w:style w:type="character" w:customStyle="1" w:styleId="SalutationChar">
    <w:name w:val="Salutation Char"/>
    <w:basedOn w:val="DefaultParagraphFont"/>
    <w:link w:val="Salutation"/>
    <w:uiPriority w:val="6"/>
    <w:rsid w:val="00326727"/>
    <w:rPr>
      <w:rFonts w:eastAsiaTheme="minorEastAsia"/>
      <w:b/>
      <w:lang w:val="en-US"/>
    </w:rPr>
  </w:style>
  <w:style w:type="paragraph" w:customStyle="1" w:styleId="RecipientName">
    <w:name w:val="Recipient Name"/>
    <w:basedOn w:val="RecipientAddress"/>
    <w:link w:val="RecipientNameChar"/>
    <w:uiPriority w:val="4"/>
    <w:qFormat/>
    <w:rsid w:val="00326727"/>
    <w:pPr>
      <w:spacing w:before="80"/>
    </w:pPr>
    <w:rPr>
      <w:b/>
      <w:color w:val="365F91" w:themeColor="accent1" w:themeShade="BF"/>
      <w:sz w:val="20"/>
    </w:rPr>
  </w:style>
  <w:style w:type="character" w:customStyle="1" w:styleId="RecipientAddressChar">
    <w:name w:val="Recipient Address Char"/>
    <w:basedOn w:val="NoSpacingChar"/>
    <w:link w:val="RecipientAddress"/>
    <w:uiPriority w:val="5"/>
    <w:rsid w:val="00326727"/>
    <w:rPr>
      <w:rFonts w:asciiTheme="majorHAnsi" w:eastAsiaTheme="minorEastAsia" w:hAnsiTheme="majorHAnsi"/>
      <w:color w:val="C0504D" w:themeColor="accent2"/>
      <w:sz w:val="18"/>
      <w:lang w:val="en-US"/>
    </w:rPr>
  </w:style>
  <w:style w:type="character" w:customStyle="1" w:styleId="RecipientNameChar">
    <w:name w:val="Recipient Name Char"/>
    <w:basedOn w:val="RecipientAddressChar"/>
    <w:link w:val="RecipientName"/>
    <w:uiPriority w:val="4"/>
    <w:rsid w:val="00326727"/>
    <w:rPr>
      <w:rFonts w:asciiTheme="majorHAnsi" w:eastAsiaTheme="minorEastAsia" w:hAnsiTheme="majorHAnsi"/>
      <w:b/>
      <w:color w:val="365F91" w:themeColor="accent1" w:themeShade="BF"/>
      <w:sz w:val="20"/>
      <w:lang w:val="en-US"/>
    </w:rPr>
  </w:style>
  <w:style w:type="character" w:styleId="Hyperlink">
    <w:name w:val="Hyperlink"/>
    <w:basedOn w:val="DefaultParagraphFont"/>
    <w:uiPriority w:val="99"/>
    <w:unhideWhenUsed/>
    <w:rsid w:val="00326727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unhideWhenUsed/>
    <w:rsid w:val="00326727"/>
    <w:rPr>
      <w:color w:val="808080"/>
    </w:rPr>
  </w:style>
  <w:style w:type="table" w:styleId="TableGrid">
    <w:name w:val="Table Grid"/>
    <w:basedOn w:val="TableNormal"/>
    <w:uiPriority w:val="39"/>
    <w:rsid w:val="00366F6A"/>
    <w:pPr>
      <w:spacing w:after="0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F4594"/>
    <w:rPr>
      <w:rFonts w:eastAsiaTheme="majorEastAsia" w:cstheme="majorBidi"/>
      <w:b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4594"/>
    <w:rPr>
      <w:rFonts w:eastAsiaTheme="majorEastAsia" w:cstheme="majorBidi"/>
      <w:b/>
      <w:szCs w:val="26"/>
      <w:u w:val="single"/>
    </w:rPr>
  </w:style>
  <w:style w:type="paragraph" w:styleId="ListParagraph">
    <w:name w:val="List Paragraph"/>
    <w:basedOn w:val="Normal"/>
    <w:uiPriority w:val="34"/>
    <w:qFormat/>
    <w:rsid w:val="009F4594"/>
    <w:pPr>
      <w:ind w:left="720"/>
      <w:contextualSpacing/>
    </w:pPr>
    <w:rPr>
      <w:lang w:val="en-NZ"/>
    </w:rPr>
  </w:style>
  <w:style w:type="character" w:styleId="Emphasis">
    <w:name w:val="Emphasis"/>
    <w:basedOn w:val="DefaultParagraphFont"/>
    <w:uiPriority w:val="20"/>
    <w:qFormat/>
    <w:rsid w:val="000775C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D029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NZ" w:eastAsia="en-NZ"/>
    </w:rPr>
  </w:style>
  <w:style w:type="paragraph" w:styleId="BodyText">
    <w:name w:val="Body Text"/>
    <w:basedOn w:val="Normal"/>
    <w:link w:val="BodyTextChar"/>
    <w:rsid w:val="00350565"/>
    <w:pPr>
      <w:spacing w:after="0"/>
    </w:pPr>
    <w:rPr>
      <w:rFonts w:ascii="MS Sans Serif" w:eastAsia="Times New Roman" w:hAnsi="MS Sans Serif" w:cs="Times New Roman"/>
      <w:b/>
      <w:szCs w:val="20"/>
    </w:rPr>
  </w:style>
  <w:style w:type="character" w:customStyle="1" w:styleId="BodyTextChar">
    <w:name w:val="Body Text Char"/>
    <w:basedOn w:val="DefaultParagraphFont"/>
    <w:link w:val="BodyText"/>
    <w:rsid w:val="00350565"/>
    <w:rPr>
      <w:rFonts w:ascii="MS Sans Serif" w:eastAsia="Times New Roman" w:hAnsi="MS Sans Serif" w:cs="Times New Roman"/>
      <w:b/>
      <w:sz w:val="20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50565"/>
    <w:pPr>
      <w:spacing w:after="120" w:line="480" w:lineRule="auto"/>
    </w:pPr>
    <w:rPr>
      <w:lang w:val="en-NZ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50565"/>
    <w:rPr>
      <w:rFonts w:eastAsiaTheme="minorEastAsia"/>
      <w:sz w:val="20"/>
    </w:rPr>
  </w:style>
  <w:style w:type="paragraph" w:customStyle="1" w:styleId="Default">
    <w:name w:val="Default"/>
    <w:rsid w:val="0019206D"/>
    <w:pPr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ia.comp.SLSNR\Desktop\New%20letterhead%20July%20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E0943-E6D0-4995-A8A7-B67D88A64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letterhead July 16</Template>
  <TotalTime>0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Talia Comp</dc:creator>
  <cp:lastModifiedBy>Talia Comp</cp:lastModifiedBy>
  <cp:revision>2</cp:revision>
  <cp:lastPrinted>2017-11-21T20:08:00Z</cp:lastPrinted>
  <dcterms:created xsi:type="dcterms:W3CDTF">2018-05-02T03:28:00Z</dcterms:created>
  <dcterms:modified xsi:type="dcterms:W3CDTF">2018-05-02T03:28:00Z</dcterms:modified>
</cp:coreProperties>
</file>