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011E8D" w:rsidRPr="0084752B" w:rsidRDefault="00011E8D" w:rsidP="00011E8D">
      <w:pPr>
        <w:pStyle w:val="Heading2"/>
        <w:spacing w:after="120"/>
      </w:pPr>
      <w:bookmarkStart w:id="0" w:name="_Toc509585222"/>
      <w:r w:rsidRPr="0084752B">
        <w:t>Radio Officer</w:t>
      </w:r>
      <w:bookmarkEnd w:id="0"/>
    </w:p>
    <w:p w:rsidR="00011E8D" w:rsidRDefault="00011E8D" w:rsidP="00011E8D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011E8D" w:rsidRPr="0084752B" w:rsidRDefault="00011E8D" w:rsidP="00011E8D">
      <w:pPr>
        <w:spacing w:after="120"/>
        <w:rPr>
          <w:sz w:val="22"/>
        </w:rPr>
      </w:pPr>
    </w:p>
    <w:p w:rsidR="00011E8D" w:rsidRDefault="00011E8D" w:rsidP="00011E8D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>Maintain radio equipment and inform membership of radio network changes</w:t>
      </w:r>
    </w:p>
    <w:p w:rsidR="00011E8D" w:rsidRPr="0084752B" w:rsidRDefault="00011E8D" w:rsidP="00011E8D">
      <w:pPr>
        <w:spacing w:after="120"/>
        <w:rPr>
          <w:sz w:val="22"/>
        </w:rPr>
      </w:pPr>
    </w:p>
    <w:p w:rsidR="00011E8D" w:rsidRDefault="00011E8D" w:rsidP="00011E8D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011E8D" w:rsidRPr="0084752B" w:rsidRDefault="00011E8D" w:rsidP="00011E8D">
      <w:pPr>
        <w:spacing w:after="120"/>
        <w:rPr>
          <w:sz w:val="22"/>
        </w:rPr>
      </w:pPr>
    </w:p>
    <w:p w:rsidR="00011E8D" w:rsidRDefault="00011E8D" w:rsidP="00011E8D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 xml:space="preserve">Club </w:t>
      </w:r>
      <w:r w:rsidRPr="00067131">
        <w:rPr>
          <w:sz w:val="22"/>
        </w:rPr>
        <w:t>Patrol Captains</w:t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011E8D" w:rsidRPr="00067131" w:rsidRDefault="00011E8D" w:rsidP="00011E8D">
      <w:pPr>
        <w:spacing w:after="120"/>
        <w:rPr>
          <w:sz w:val="22"/>
        </w:rPr>
      </w:pPr>
    </w:p>
    <w:p w:rsidR="00011E8D" w:rsidRDefault="00011E8D" w:rsidP="00011E8D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011E8D" w:rsidRDefault="00011E8D" w:rsidP="00011E8D">
      <w:pPr>
        <w:spacing w:after="120"/>
        <w:rPr>
          <w:sz w:val="22"/>
        </w:rPr>
      </w:pPr>
      <w:r>
        <w:rPr>
          <w:sz w:val="22"/>
        </w:rPr>
        <w:t>Genesis communication</w:t>
      </w:r>
      <w:r w:rsidRPr="0084752B">
        <w:rPr>
          <w:sz w:val="22"/>
        </w:rPr>
        <w:tab/>
      </w:r>
    </w:p>
    <w:p w:rsidR="00011E8D" w:rsidRDefault="00011E8D" w:rsidP="00011E8D">
      <w:pPr>
        <w:spacing w:after="120"/>
        <w:rPr>
          <w:sz w:val="22"/>
        </w:rPr>
      </w:pPr>
      <w:r w:rsidRPr="00067131">
        <w:rPr>
          <w:sz w:val="22"/>
        </w:rPr>
        <w:t>Surf Life Saving Northern Region – Lifesaving Manager</w:t>
      </w:r>
    </w:p>
    <w:p w:rsidR="00011E8D" w:rsidRPr="00945EDD" w:rsidRDefault="00011E8D" w:rsidP="00011E8D">
      <w:pPr>
        <w:spacing w:after="120"/>
        <w:rPr>
          <w:sz w:val="22"/>
        </w:rPr>
      </w:pPr>
      <w:bookmarkStart w:id="1" w:name="_GoBack"/>
      <w:bookmarkEnd w:id="1"/>
    </w:p>
    <w:p w:rsidR="00011E8D" w:rsidRDefault="00011E8D" w:rsidP="00011E8D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011E8D" w:rsidRPr="00067131" w:rsidRDefault="00011E8D" w:rsidP="00011E8D">
      <w:pPr>
        <w:pStyle w:val="ListParagraph"/>
        <w:numPr>
          <w:ilvl w:val="0"/>
          <w:numId w:val="25"/>
        </w:numPr>
        <w:spacing w:after="120"/>
        <w:rPr>
          <w:sz w:val="22"/>
        </w:rPr>
      </w:pPr>
      <w:r w:rsidRPr="00067131">
        <w:rPr>
          <w:sz w:val="22"/>
        </w:rPr>
        <w:t>Maintaining radio and communication equipment</w:t>
      </w:r>
    </w:p>
    <w:p w:rsidR="00011E8D" w:rsidRPr="00067131" w:rsidRDefault="00011E8D" w:rsidP="00011E8D">
      <w:pPr>
        <w:pStyle w:val="ListParagraph"/>
        <w:numPr>
          <w:ilvl w:val="0"/>
          <w:numId w:val="25"/>
        </w:numPr>
        <w:spacing w:after="120"/>
        <w:rPr>
          <w:sz w:val="22"/>
        </w:rPr>
      </w:pPr>
      <w:r w:rsidRPr="00067131">
        <w:rPr>
          <w:sz w:val="22"/>
        </w:rPr>
        <w:t>Supplying resources for members</w:t>
      </w:r>
    </w:p>
    <w:p w:rsidR="00011E8D" w:rsidRPr="00067131" w:rsidRDefault="00011E8D" w:rsidP="00011E8D">
      <w:pPr>
        <w:pStyle w:val="ListParagraph"/>
        <w:numPr>
          <w:ilvl w:val="0"/>
          <w:numId w:val="25"/>
        </w:numPr>
        <w:spacing w:after="120"/>
        <w:rPr>
          <w:sz w:val="22"/>
        </w:rPr>
      </w:pPr>
      <w:r w:rsidRPr="00067131">
        <w:rPr>
          <w:sz w:val="22"/>
        </w:rPr>
        <w:t>Liaise with agencies in regards to communication equipment</w:t>
      </w:r>
    </w:p>
    <w:p w:rsidR="00011E8D" w:rsidRPr="00067131" w:rsidRDefault="00011E8D" w:rsidP="00011E8D">
      <w:pPr>
        <w:pStyle w:val="ListParagraph"/>
        <w:numPr>
          <w:ilvl w:val="0"/>
          <w:numId w:val="25"/>
        </w:numPr>
        <w:spacing w:after="120"/>
        <w:rPr>
          <w:sz w:val="22"/>
        </w:rPr>
      </w:pPr>
      <w:r w:rsidRPr="00067131">
        <w:rPr>
          <w:sz w:val="22"/>
        </w:rPr>
        <w:t xml:space="preserve">Provide geographical resources 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FB3"/>
    <w:multiLevelType w:val="hybridMultilevel"/>
    <w:tmpl w:val="D1203D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56143"/>
    <w:multiLevelType w:val="hybridMultilevel"/>
    <w:tmpl w:val="0F22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F523E"/>
    <w:multiLevelType w:val="hybridMultilevel"/>
    <w:tmpl w:val="BAFA7D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F0674"/>
    <w:multiLevelType w:val="hybridMultilevel"/>
    <w:tmpl w:val="75A47E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F7F0B"/>
    <w:multiLevelType w:val="hybridMultilevel"/>
    <w:tmpl w:val="23A28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5"/>
  </w:num>
  <w:num w:numId="5">
    <w:abstractNumId w:val="3"/>
  </w:num>
  <w:num w:numId="6">
    <w:abstractNumId w:val="22"/>
  </w:num>
  <w:num w:numId="7">
    <w:abstractNumId w:val="23"/>
  </w:num>
  <w:num w:numId="8">
    <w:abstractNumId w:val="11"/>
  </w:num>
  <w:num w:numId="9">
    <w:abstractNumId w:val="13"/>
  </w:num>
  <w:num w:numId="10">
    <w:abstractNumId w:val="20"/>
  </w:num>
  <w:num w:numId="11">
    <w:abstractNumId w:val="2"/>
  </w:num>
  <w:num w:numId="12">
    <w:abstractNumId w:val="19"/>
  </w:num>
  <w:num w:numId="13">
    <w:abstractNumId w:val="4"/>
  </w:num>
  <w:num w:numId="14">
    <w:abstractNumId w:val="8"/>
  </w:num>
  <w:num w:numId="15">
    <w:abstractNumId w:val="5"/>
  </w:num>
  <w:num w:numId="16">
    <w:abstractNumId w:val="7"/>
  </w:num>
  <w:num w:numId="17">
    <w:abstractNumId w:val="24"/>
  </w:num>
  <w:num w:numId="18">
    <w:abstractNumId w:val="18"/>
  </w:num>
  <w:num w:numId="19">
    <w:abstractNumId w:val="17"/>
  </w:num>
  <w:num w:numId="20">
    <w:abstractNumId w:val="14"/>
  </w:num>
  <w:num w:numId="21">
    <w:abstractNumId w:val="16"/>
  </w:num>
  <w:num w:numId="22">
    <w:abstractNumId w:val="21"/>
  </w:num>
  <w:num w:numId="23">
    <w:abstractNumId w:val="1"/>
  </w:num>
  <w:num w:numId="24">
    <w:abstractNumId w:val="12"/>
  </w:num>
  <w:num w:numId="2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1E8D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26C"/>
    <w:rsid w:val="00834A91"/>
    <w:rsid w:val="00885DA5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0529A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5509-6B18-4AC1-B21B-E13DDD5C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2018-05-02T03:35:00Z</dcterms:created>
  <dcterms:modified xsi:type="dcterms:W3CDTF">2018-05-02T03:35:00Z</dcterms:modified>
</cp:coreProperties>
</file>