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2E5B1A" w:rsidRPr="004A7AB1" w:rsidRDefault="002E5B1A" w:rsidP="002E5B1A">
      <w:pPr>
        <w:pStyle w:val="Heading2"/>
        <w:spacing w:after="160"/>
      </w:pPr>
      <w:bookmarkStart w:id="0" w:name="_Toc507406991"/>
      <w:bookmarkStart w:id="1" w:name="_Toc507411860"/>
      <w:bookmarkStart w:id="2" w:name="_Toc509585196"/>
      <w:r w:rsidRPr="004A7AB1">
        <w:t>Meeting Minutes:</w:t>
      </w:r>
      <w:bookmarkEnd w:id="0"/>
      <w:bookmarkEnd w:id="1"/>
      <w:bookmarkEnd w:id="2"/>
    </w:p>
    <w:p w:rsidR="002E5B1A" w:rsidRDefault="002E5B1A" w:rsidP="002E5B1A">
      <w:pPr>
        <w:autoSpaceDE w:val="0"/>
        <w:autoSpaceDN w:val="0"/>
        <w:adjustRightInd w:val="0"/>
        <w:spacing w:after="160"/>
        <w:jc w:val="center"/>
        <w:rPr>
          <w:rFonts w:eastAsia="Calibri" w:cs="Arial"/>
          <w:b/>
          <w:color w:val="000000"/>
          <w:sz w:val="28"/>
          <w:szCs w:val="28"/>
          <w:lang w:eastAsia="en-NZ"/>
        </w:rPr>
      </w:pPr>
      <w:r>
        <w:rPr>
          <w:rFonts w:eastAsia="Calibri" w:cs="Arial"/>
          <w:b/>
          <w:color w:val="000000"/>
          <w:sz w:val="28"/>
          <w:szCs w:val="28"/>
          <w:lang w:eastAsia="en-NZ"/>
        </w:rPr>
        <w:t>Meeting Title</w:t>
      </w:r>
    </w:p>
    <w:p w:rsidR="002E5B1A" w:rsidRPr="00FE06A8" w:rsidRDefault="002E5B1A" w:rsidP="002E5B1A">
      <w:pPr>
        <w:autoSpaceDE w:val="0"/>
        <w:autoSpaceDN w:val="0"/>
        <w:adjustRightInd w:val="0"/>
        <w:spacing w:after="160"/>
        <w:jc w:val="center"/>
        <w:rPr>
          <w:rFonts w:eastAsia="Calibri" w:cs="Arial"/>
          <w:b/>
          <w:color w:val="000000"/>
          <w:sz w:val="28"/>
          <w:szCs w:val="28"/>
          <w:u w:val="single"/>
          <w:lang w:eastAsia="en-NZ"/>
        </w:rPr>
      </w:pPr>
      <w:r>
        <w:rPr>
          <w:rFonts w:eastAsia="Calibri" w:cs="Arial"/>
          <w:b/>
          <w:color w:val="000000"/>
          <w:sz w:val="28"/>
          <w:szCs w:val="28"/>
          <w:u w:val="single"/>
          <w:lang w:eastAsia="en-NZ"/>
        </w:rPr>
        <w:t>Minutes</w:t>
      </w:r>
    </w:p>
    <w:p w:rsidR="002E5B1A" w:rsidRPr="007B4289" w:rsidRDefault="002E5B1A" w:rsidP="002E5B1A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 xml:space="preserve">Date: </w:t>
      </w:r>
    </w:p>
    <w:p w:rsidR="002E5B1A" w:rsidRPr="007B4289" w:rsidRDefault="002E5B1A" w:rsidP="002E5B1A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 xml:space="preserve">Venue: </w:t>
      </w:r>
    </w:p>
    <w:p w:rsidR="002E5B1A" w:rsidRPr="007B4289" w:rsidRDefault="002E5B1A" w:rsidP="002E5B1A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 xml:space="preserve">Time: </w:t>
      </w:r>
    </w:p>
    <w:p w:rsidR="002E5B1A" w:rsidRPr="007B4289" w:rsidRDefault="002E5B1A" w:rsidP="002E5B1A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 xml:space="preserve">Attendees: </w:t>
      </w:r>
    </w:p>
    <w:p w:rsidR="002E5B1A" w:rsidRDefault="002E5B1A" w:rsidP="002E5B1A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  <w:r w:rsidRPr="007B4289">
        <w:rPr>
          <w:rFonts w:eastAsia="Calibri" w:cs="Arial"/>
          <w:b/>
          <w:color w:val="000000"/>
          <w:sz w:val="22"/>
          <w:lang w:eastAsia="en-NZ"/>
        </w:rPr>
        <w:t>Apologies:</w:t>
      </w:r>
    </w:p>
    <w:p w:rsidR="002E5B1A" w:rsidRDefault="002E5B1A" w:rsidP="002E5B1A">
      <w:pPr>
        <w:autoSpaceDE w:val="0"/>
        <w:autoSpaceDN w:val="0"/>
        <w:adjustRightInd w:val="0"/>
        <w:spacing w:after="160"/>
        <w:rPr>
          <w:rFonts w:eastAsia="Calibri" w:cs="Arial"/>
          <w:b/>
          <w:color w:val="000000"/>
          <w:sz w:val="22"/>
          <w:lang w:eastAsia="en-NZ"/>
        </w:rPr>
      </w:pPr>
    </w:p>
    <w:p w:rsidR="002E5B1A" w:rsidRPr="00651FD7" w:rsidRDefault="002E5B1A" w:rsidP="002E5B1A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>
        <w:rPr>
          <w:rFonts w:eastAsia="Calibri" w:cs="Arial"/>
          <w:b/>
          <w:bCs/>
          <w:color w:val="000000"/>
          <w:sz w:val="22"/>
          <w:lang w:eastAsia="en-NZ"/>
        </w:rPr>
        <w:t>Welcome</w:t>
      </w:r>
    </w:p>
    <w:p w:rsidR="002E5B1A" w:rsidRPr="00651FD7" w:rsidRDefault="002E5B1A" w:rsidP="002E5B1A">
      <w:pPr>
        <w:pStyle w:val="ListParagraph"/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</w:p>
    <w:p w:rsidR="002E5B1A" w:rsidRPr="00651FD7" w:rsidRDefault="002E5B1A" w:rsidP="002E5B1A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Approval of previous minutes</w:t>
      </w:r>
    </w:p>
    <w:p w:rsidR="002E5B1A" w:rsidRPr="001D0A82" w:rsidRDefault="002E5B1A" w:rsidP="002E5B1A">
      <w:pPr>
        <w:pStyle w:val="ListParagraph"/>
        <w:spacing w:after="160"/>
        <w:rPr>
          <w:sz w:val="22"/>
        </w:rPr>
      </w:pPr>
      <w:r w:rsidRPr="001D0A82">
        <w:rPr>
          <w:sz w:val="22"/>
        </w:rPr>
        <w:t xml:space="preserve">Moved:                                          </w:t>
      </w:r>
    </w:p>
    <w:p w:rsidR="002E5B1A" w:rsidRPr="001D0A82" w:rsidRDefault="002E5B1A" w:rsidP="002E5B1A">
      <w:pPr>
        <w:pStyle w:val="ListParagraph"/>
        <w:spacing w:after="160"/>
        <w:rPr>
          <w:sz w:val="22"/>
        </w:rPr>
      </w:pPr>
      <w:r w:rsidRPr="001D0A82">
        <w:rPr>
          <w:sz w:val="22"/>
        </w:rPr>
        <w:t>Second:</w:t>
      </w:r>
    </w:p>
    <w:p w:rsidR="002E5B1A" w:rsidRPr="001D0A82" w:rsidRDefault="002E5B1A" w:rsidP="002E5B1A">
      <w:pPr>
        <w:pStyle w:val="ListParagraph"/>
        <w:spacing w:after="160"/>
        <w:rPr>
          <w:sz w:val="22"/>
        </w:rPr>
      </w:pPr>
    </w:p>
    <w:p w:rsidR="002E5B1A" w:rsidRPr="00651FD7" w:rsidRDefault="002E5B1A" w:rsidP="002E5B1A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Open issues</w:t>
      </w:r>
    </w:p>
    <w:p w:rsidR="002E5B1A" w:rsidRPr="00651FD7" w:rsidRDefault="002E5B1A" w:rsidP="002E5B1A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Key discussion points:</w:t>
      </w:r>
    </w:p>
    <w:p w:rsidR="002E5B1A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Actions:</w:t>
      </w:r>
      <w:r>
        <w:rPr>
          <w:rFonts w:eastAsia="Calibri" w:cs="Arial"/>
          <w:bCs/>
          <w:color w:val="000000"/>
          <w:sz w:val="22"/>
          <w:lang w:eastAsia="en-NZ"/>
        </w:rPr>
        <w:t xml:space="preserve"> [person responsible and deadline]</w:t>
      </w:r>
    </w:p>
    <w:p w:rsidR="002E5B1A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</w:p>
    <w:p w:rsidR="002E5B1A" w:rsidRPr="00651FD7" w:rsidRDefault="002E5B1A" w:rsidP="002E5B1A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Key discussion points:</w:t>
      </w:r>
    </w:p>
    <w:p w:rsidR="002E5B1A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Actions:</w:t>
      </w:r>
      <w:r>
        <w:rPr>
          <w:rFonts w:eastAsia="Calibri" w:cs="Arial"/>
          <w:bCs/>
          <w:color w:val="000000"/>
          <w:sz w:val="22"/>
          <w:lang w:eastAsia="en-NZ"/>
        </w:rPr>
        <w:t xml:space="preserve"> [person responsible and deadline]</w:t>
      </w:r>
    </w:p>
    <w:p w:rsidR="002E5B1A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</w:p>
    <w:p w:rsidR="002E5B1A" w:rsidRPr="00651FD7" w:rsidRDefault="002E5B1A" w:rsidP="002E5B1A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Key discussion points:</w:t>
      </w:r>
    </w:p>
    <w:p w:rsidR="002E5B1A" w:rsidRPr="00651FD7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Actions:</w:t>
      </w:r>
      <w:r>
        <w:rPr>
          <w:rFonts w:eastAsia="Calibri" w:cs="Arial"/>
          <w:bCs/>
          <w:color w:val="000000"/>
          <w:sz w:val="22"/>
          <w:lang w:eastAsia="en-NZ"/>
        </w:rPr>
        <w:t xml:space="preserve"> [person responsible and deadline]</w:t>
      </w:r>
    </w:p>
    <w:p w:rsidR="002E5B1A" w:rsidRPr="001D0A82" w:rsidRDefault="002E5B1A" w:rsidP="002E5B1A">
      <w:pPr>
        <w:pStyle w:val="ListParagraph"/>
        <w:autoSpaceDE w:val="0"/>
        <w:autoSpaceDN w:val="0"/>
        <w:adjustRightInd w:val="0"/>
        <w:spacing w:after="160"/>
        <w:rPr>
          <w:rFonts w:eastAsia="Calibri" w:cs="Arial"/>
          <w:bCs/>
          <w:color w:val="000000"/>
          <w:sz w:val="22"/>
          <w:lang w:eastAsia="en-NZ"/>
        </w:rPr>
      </w:pPr>
    </w:p>
    <w:p w:rsidR="002E5B1A" w:rsidRPr="00651FD7" w:rsidRDefault="002E5B1A" w:rsidP="002E5B1A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New Business</w:t>
      </w:r>
    </w:p>
    <w:p w:rsidR="002E5B1A" w:rsidRPr="00651FD7" w:rsidRDefault="002E5B1A" w:rsidP="002E5B1A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Key discussion points:</w:t>
      </w:r>
    </w:p>
    <w:p w:rsidR="002E5B1A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Actions:</w:t>
      </w:r>
      <w:r>
        <w:rPr>
          <w:rFonts w:eastAsia="Calibri" w:cs="Arial"/>
          <w:bCs/>
          <w:color w:val="000000"/>
          <w:sz w:val="22"/>
          <w:lang w:eastAsia="en-NZ"/>
        </w:rPr>
        <w:t xml:space="preserve"> [person responsible and deadline]</w:t>
      </w:r>
    </w:p>
    <w:p w:rsidR="002E5B1A" w:rsidRPr="00651FD7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</w:p>
    <w:p w:rsidR="002E5B1A" w:rsidRPr="00651FD7" w:rsidRDefault="002E5B1A" w:rsidP="002E5B1A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Key discussion points:</w:t>
      </w:r>
    </w:p>
    <w:p w:rsidR="002E5B1A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Actions:</w:t>
      </w:r>
      <w:r>
        <w:rPr>
          <w:rFonts w:eastAsia="Calibri" w:cs="Arial"/>
          <w:bCs/>
          <w:color w:val="000000"/>
          <w:sz w:val="22"/>
          <w:lang w:eastAsia="en-NZ"/>
        </w:rPr>
        <w:t xml:space="preserve"> [person responsible and deadline]</w:t>
      </w:r>
    </w:p>
    <w:p w:rsidR="002E5B1A" w:rsidRPr="00651FD7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</w:p>
    <w:p w:rsidR="002E5B1A" w:rsidRPr="00651FD7" w:rsidRDefault="002E5B1A" w:rsidP="002E5B1A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 xml:space="preserve">Key discussion points: </w:t>
      </w:r>
    </w:p>
    <w:p w:rsidR="002E5B1A" w:rsidRPr="00651FD7" w:rsidRDefault="002E5B1A" w:rsidP="002E5B1A">
      <w:pPr>
        <w:pStyle w:val="ListParagraph"/>
        <w:autoSpaceDE w:val="0"/>
        <w:autoSpaceDN w:val="0"/>
        <w:adjustRightInd w:val="0"/>
        <w:spacing w:after="160"/>
        <w:ind w:left="1080"/>
        <w:rPr>
          <w:rFonts w:eastAsia="Calibri" w:cs="Arial"/>
          <w:bCs/>
          <w:color w:val="000000"/>
          <w:sz w:val="22"/>
          <w:lang w:eastAsia="en-NZ"/>
        </w:rPr>
      </w:pPr>
      <w:r w:rsidRPr="00651FD7">
        <w:rPr>
          <w:rFonts w:eastAsia="Calibri" w:cs="Arial"/>
          <w:b/>
          <w:bCs/>
          <w:color w:val="000000"/>
          <w:sz w:val="22"/>
          <w:lang w:eastAsia="en-NZ"/>
        </w:rPr>
        <w:t>Actions:</w:t>
      </w:r>
      <w:r>
        <w:rPr>
          <w:rFonts w:eastAsia="Calibri" w:cs="Arial"/>
          <w:bCs/>
          <w:color w:val="000000"/>
          <w:sz w:val="22"/>
          <w:lang w:eastAsia="en-NZ"/>
        </w:rPr>
        <w:t xml:space="preserve"> [person responsible and deadline]</w:t>
      </w:r>
    </w:p>
    <w:p w:rsidR="002E5B1A" w:rsidRPr="007B4289" w:rsidRDefault="002E5B1A" w:rsidP="002E5B1A">
      <w:pPr>
        <w:autoSpaceDE w:val="0"/>
        <w:autoSpaceDN w:val="0"/>
        <w:adjustRightInd w:val="0"/>
        <w:spacing w:after="160"/>
        <w:rPr>
          <w:rFonts w:eastAsia="Calibri" w:cs="Arial"/>
          <w:b/>
          <w:bCs/>
          <w:color w:val="000000"/>
          <w:sz w:val="22"/>
          <w:lang w:eastAsia="en-NZ"/>
        </w:rPr>
      </w:pPr>
    </w:p>
    <w:p w:rsidR="002E5B1A" w:rsidRPr="002E5B1A" w:rsidRDefault="002E5B1A" w:rsidP="002E5B1A">
      <w:pPr>
        <w:pStyle w:val="ListParagraph"/>
        <w:numPr>
          <w:ilvl w:val="0"/>
          <w:numId w:val="46"/>
        </w:numPr>
        <w:spacing w:after="160"/>
        <w:rPr>
          <w:b/>
          <w:sz w:val="22"/>
        </w:rPr>
      </w:pPr>
      <w:r w:rsidRPr="002E5B1A">
        <w:rPr>
          <w:b/>
          <w:sz w:val="22"/>
        </w:rPr>
        <w:t>Date, time and place of next meeting</w:t>
      </w:r>
      <w:bookmarkStart w:id="3" w:name="_GoBack"/>
      <w:bookmarkEnd w:id="3"/>
    </w:p>
    <w:p w:rsidR="002E5B1A" w:rsidRDefault="002E5B1A" w:rsidP="002E5B1A">
      <w:pPr>
        <w:pStyle w:val="ListParagraph"/>
        <w:spacing w:after="160"/>
        <w:rPr>
          <w:b/>
          <w:sz w:val="22"/>
        </w:rPr>
      </w:pPr>
    </w:p>
    <w:p w:rsidR="000775CB" w:rsidRPr="002E5B1A" w:rsidRDefault="002E5B1A" w:rsidP="002E5B1A">
      <w:pPr>
        <w:pStyle w:val="ListParagraph"/>
        <w:numPr>
          <w:ilvl w:val="0"/>
          <w:numId w:val="46"/>
        </w:numPr>
        <w:spacing w:after="160"/>
        <w:rPr>
          <w:rFonts w:cs="Arial"/>
          <w:sz w:val="22"/>
        </w:rPr>
      </w:pPr>
      <w:r w:rsidRPr="002E5B1A">
        <w:rPr>
          <w:b/>
          <w:sz w:val="22"/>
        </w:rPr>
        <w:t>Time of meeting closure</w:t>
      </w:r>
    </w:p>
    <w:sectPr w:rsidR="000775CB" w:rsidRPr="002E5B1A" w:rsidSect="0073231E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934E4">
    <w:pPr>
      <w:pStyle w:val="Footer"/>
    </w:pPr>
    <w:r w:rsidRPr="00D934E4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1" name="Picture 1" descr="C:\Users\talia.comp.SLSNR\AppData\Local\Microsoft\Windows\Temporary Internet Files\Content.Outlook\YJO6MLEQ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AppData\Local\Microsoft\Windows\Temporary Internet Files\Content.Outlook\YJO6MLEQ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9D4731" w:rsidP="00724615">
    <w:pPr>
      <w:pStyle w:val="Header"/>
      <w:ind w:left="-709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4081780</wp:posOffset>
              </wp:positionH>
              <wp:positionV relativeFrom="paragraph">
                <wp:posOffset>66675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4pt;margin-top:5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AUxh+i4AAAAAsBAAAPAAAAAAAAAAAAAAAAAH0EAABkcnMvZG93&#10;bnJldi54bWxQSwUGAAAAAAQABADzAAAAigUAAAAA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C15"/>
    <w:multiLevelType w:val="hybridMultilevel"/>
    <w:tmpl w:val="BE54103C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27896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9E71428"/>
    <w:multiLevelType w:val="hybridMultilevel"/>
    <w:tmpl w:val="E16A33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90BB9"/>
    <w:multiLevelType w:val="hybridMultilevel"/>
    <w:tmpl w:val="C4FA352C"/>
    <w:lvl w:ilvl="0" w:tplc="3D9C0B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5646C8"/>
    <w:multiLevelType w:val="hybridMultilevel"/>
    <w:tmpl w:val="6450AB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20106"/>
    <w:multiLevelType w:val="hybridMultilevel"/>
    <w:tmpl w:val="06568BD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4437DAE"/>
    <w:multiLevelType w:val="hybridMultilevel"/>
    <w:tmpl w:val="C012ED3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7D0F54"/>
    <w:multiLevelType w:val="multilevel"/>
    <w:tmpl w:val="8E1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434A14"/>
    <w:multiLevelType w:val="hybridMultilevel"/>
    <w:tmpl w:val="26F878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57CF2"/>
    <w:multiLevelType w:val="hybridMultilevel"/>
    <w:tmpl w:val="52F277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3291F"/>
    <w:multiLevelType w:val="multilevel"/>
    <w:tmpl w:val="92D2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EE14A26"/>
    <w:multiLevelType w:val="hybridMultilevel"/>
    <w:tmpl w:val="F5987F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31070"/>
    <w:multiLevelType w:val="multilevel"/>
    <w:tmpl w:val="699AB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2777684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673406E"/>
    <w:multiLevelType w:val="hybridMultilevel"/>
    <w:tmpl w:val="5864707E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5365FD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CCB1C83"/>
    <w:multiLevelType w:val="hybridMultilevel"/>
    <w:tmpl w:val="03647A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C2BF8"/>
    <w:multiLevelType w:val="hybridMultilevel"/>
    <w:tmpl w:val="1C2E96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D5CF1"/>
    <w:multiLevelType w:val="multilevel"/>
    <w:tmpl w:val="7ECA76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64E1581"/>
    <w:multiLevelType w:val="multilevel"/>
    <w:tmpl w:val="78C217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6CB5412"/>
    <w:multiLevelType w:val="hybridMultilevel"/>
    <w:tmpl w:val="F7AE74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F4BC7"/>
    <w:multiLevelType w:val="multilevel"/>
    <w:tmpl w:val="A1ACE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FC044D"/>
    <w:multiLevelType w:val="multilevel"/>
    <w:tmpl w:val="AB2AE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C264075"/>
    <w:multiLevelType w:val="multilevel"/>
    <w:tmpl w:val="F8FC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DAA60D1"/>
    <w:multiLevelType w:val="hybridMultilevel"/>
    <w:tmpl w:val="11BE062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EAD465B"/>
    <w:multiLevelType w:val="hybridMultilevel"/>
    <w:tmpl w:val="B2AAA7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D58C0"/>
    <w:multiLevelType w:val="hybridMultilevel"/>
    <w:tmpl w:val="0AA475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D22BE7"/>
    <w:multiLevelType w:val="multilevel"/>
    <w:tmpl w:val="D31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4D85E30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45841360"/>
    <w:multiLevelType w:val="hybridMultilevel"/>
    <w:tmpl w:val="01C8B052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7C11E5"/>
    <w:multiLevelType w:val="hybridMultilevel"/>
    <w:tmpl w:val="4D5298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8054B"/>
    <w:multiLevelType w:val="hybridMultilevel"/>
    <w:tmpl w:val="736EA3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957A01"/>
    <w:multiLevelType w:val="hybridMultilevel"/>
    <w:tmpl w:val="700CEF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4080A"/>
    <w:multiLevelType w:val="multilevel"/>
    <w:tmpl w:val="545A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CEF173D"/>
    <w:multiLevelType w:val="hybridMultilevel"/>
    <w:tmpl w:val="72C43F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D5B0B"/>
    <w:multiLevelType w:val="hybridMultilevel"/>
    <w:tmpl w:val="F9A493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2D10C5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3904F49"/>
    <w:multiLevelType w:val="multilevel"/>
    <w:tmpl w:val="1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5A3720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EF148F"/>
    <w:multiLevelType w:val="multilevel"/>
    <w:tmpl w:val="B840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BA55979"/>
    <w:multiLevelType w:val="hybridMultilevel"/>
    <w:tmpl w:val="703C2E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C4160"/>
    <w:multiLevelType w:val="hybridMultilevel"/>
    <w:tmpl w:val="922C1B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7E0FFA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3D332DF"/>
    <w:multiLevelType w:val="multilevel"/>
    <w:tmpl w:val="9582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40654E9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7C813F3C"/>
    <w:multiLevelType w:val="hybridMultilevel"/>
    <w:tmpl w:val="52C256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B60910"/>
    <w:multiLevelType w:val="hybridMultilevel"/>
    <w:tmpl w:val="BFE64F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9"/>
  </w:num>
  <w:num w:numId="5">
    <w:abstractNumId w:val="47"/>
  </w:num>
  <w:num w:numId="6">
    <w:abstractNumId w:val="11"/>
  </w:num>
  <w:num w:numId="7">
    <w:abstractNumId w:val="21"/>
  </w:num>
  <w:num w:numId="8">
    <w:abstractNumId w:val="2"/>
  </w:num>
  <w:num w:numId="9">
    <w:abstractNumId w:val="35"/>
  </w:num>
  <w:num w:numId="10">
    <w:abstractNumId w:val="36"/>
  </w:num>
  <w:num w:numId="11">
    <w:abstractNumId w:val="32"/>
  </w:num>
  <w:num w:numId="12">
    <w:abstractNumId w:val="31"/>
  </w:num>
  <w:num w:numId="13">
    <w:abstractNumId w:val="26"/>
  </w:num>
  <w:num w:numId="14">
    <w:abstractNumId w:val="27"/>
  </w:num>
  <w:num w:numId="15">
    <w:abstractNumId w:val="18"/>
  </w:num>
  <w:num w:numId="16">
    <w:abstractNumId w:val="19"/>
  </w:num>
  <w:num w:numId="17">
    <w:abstractNumId w:val="41"/>
  </w:num>
  <w:num w:numId="18">
    <w:abstractNumId w:val="8"/>
  </w:num>
  <w:num w:numId="19">
    <w:abstractNumId w:val="5"/>
  </w:num>
  <w:num w:numId="20">
    <w:abstractNumId w:val="38"/>
  </w:num>
  <w:num w:numId="21">
    <w:abstractNumId w:val="25"/>
  </w:num>
  <w:num w:numId="22">
    <w:abstractNumId w:val="42"/>
  </w:num>
  <w:num w:numId="23">
    <w:abstractNumId w:val="37"/>
  </w:num>
  <w:num w:numId="24">
    <w:abstractNumId w:val="43"/>
  </w:num>
  <w:num w:numId="25">
    <w:abstractNumId w:val="15"/>
  </w:num>
  <w:num w:numId="26">
    <w:abstractNumId w:val="1"/>
  </w:num>
  <w:num w:numId="27">
    <w:abstractNumId w:val="45"/>
  </w:num>
  <w:num w:numId="28">
    <w:abstractNumId w:val="29"/>
  </w:num>
  <w:num w:numId="29">
    <w:abstractNumId w:val="13"/>
  </w:num>
  <w:num w:numId="30">
    <w:abstractNumId w:val="20"/>
  </w:num>
  <w:num w:numId="31">
    <w:abstractNumId w:val="17"/>
  </w:num>
  <w:num w:numId="32">
    <w:abstractNumId w:val="7"/>
  </w:num>
  <w:num w:numId="33">
    <w:abstractNumId w:val="10"/>
  </w:num>
  <w:num w:numId="34">
    <w:abstractNumId w:val="28"/>
  </w:num>
  <w:num w:numId="35">
    <w:abstractNumId w:val="44"/>
  </w:num>
  <w:num w:numId="36">
    <w:abstractNumId w:val="40"/>
  </w:num>
  <w:num w:numId="37">
    <w:abstractNumId w:val="24"/>
  </w:num>
  <w:num w:numId="38">
    <w:abstractNumId w:val="34"/>
  </w:num>
  <w:num w:numId="39">
    <w:abstractNumId w:val="46"/>
  </w:num>
  <w:num w:numId="40">
    <w:abstractNumId w:val="16"/>
  </w:num>
  <w:num w:numId="41">
    <w:abstractNumId w:val="39"/>
  </w:num>
  <w:num w:numId="42">
    <w:abstractNumId w:val="22"/>
  </w:num>
  <w:num w:numId="43">
    <w:abstractNumId w:val="30"/>
  </w:num>
  <w:num w:numId="44">
    <w:abstractNumId w:val="0"/>
  </w:num>
  <w:num w:numId="45">
    <w:abstractNumId w:val="33"/>
  </w:num>
  <w:num w:numId="46">
    <w:abstractNumId w:val="23"/>
  </w:num>
  <w:num w:numId="47">
    <w:abstractNumId w:val="14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35C46"/>
    <w:rsid w:val="006654BF"/>
    <w:rsid w:val="00670B3A"/>
    <w:rsid w:val="00690CED"/>
    <w:rsid w:val="006A3C72"/>
    <w:rsid w:val="006B27B9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2C6E"/>
    <w:rsid w:val="00834A91"/>
    <w:rsid w:val="00894719"/>
    <w:rsid w:val="008A6978"/>
    <w:rsid w:val="008B20B5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B4EA8-9D52-42BE-BA4A-1F411D57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2018-05-02T03:11:00Z</dcterms:created>
  <dcterms:modified xsi:type="dcterms:W3CDTF">2018-05-02T03:11:00Z</dcterms:modified>
</cp:coreProperties>
</file>