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DC" w:rsidRDefault="00BB7C05" w:rsidP="00B94F7C">
      <w:pPr>
        <w:rPr>
          <w:b/>
          <w:sz w:val="22"/>
          <w:u w:val="single"/>
        </w:rPr>
      </w:pPr>
      <w:r w:rsidRPr="00BB7C05">
        <w:rPr>
          <w:b/>
          <w:sz w:val="22"/>
          <w:u w:val="single"/>
        </w:rPr>
        <w:t>Club Contact List Template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1819"/>
        <w:gridCol w:w="1724"/>
        <w:gridCol w:w="2784"/>
      </w:tblGrid>
      <w:tr w:rsidR="00241A04" w:rsidTr="00A03CD4">
        <w:tc>
          <w:tcPr>
            <w:tcW w:w="9016" w:type="dxa"/>
            <w:gridSpan w:val="4"/>
          </w:tcPr>
          <w:p w:rsidR="00241A04" w:rsidRPr="00241A04" w:rsidRDefault="00241A04" w:rsidP="00B94F7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41A04">
              <w:rPr>
                <w:rFonts w:asciiTheme="minorHAnsi" w:hAnsiTheme="minorHAnsi"/>
                <w:b/>
                <w:sz w:val="22"/>
                <w:szCs w:val="22"/>
              </w:rPr>
              <w:t>Club Name</w:t>
            </w:r>
          </w:p>
        </w:tc>
      </w:tr>
      <w:tr w:rsidR="00BB7C05" w:rsidTr="00BB7C05">
        <w:tc>
          <w:tcPr>
            <w:tcW w:w="2689" w:type="dxa"/>
          </w:tcPr>
          <w:p w:rsidR="00BB7C05" w:rsidRPr="00241A04" w:rsidRDefault="00BB7C05" w:rsidP="00B94F7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41A04">
              <w:rPr>
                <w:rFonts w:asciiTheme="minorHAnsi" w:hAnsiTheme="minorHAnsi"/>
                <w:b/>
                <w:sz w:val="22"/>
                <w:szCs w:val="22"/>
              </w:rPr>
              <w:t>Physical Address</w:t>
            </w:r>
          </w:p>
        </w:tc>
        <w:tc>
          <w:tcPr>
            <w:tcW w:w="6327" w:type="dxa"/>
            <w:gridSpan w:val="3"/>
          </w:tcPr>
          <w:p w:rsidR="00BB7C05" w:rsidRPr="00241A04" w:rsidRDefault="00BB7C05" w:rsidP="00B94F7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B7C05" w:rsidTr="00BB7C05">
        <w:tc>
          <w:tcPr>
            <w:tcW w:w="2689" w:type="dxa"/>
          </w:tcPr>
          <w:p w:rsidR="00BB7C05" w:rsidRPr="00241A04" w:rsidRDefault="00BB7C05" w:rsidP="00B94F7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41A04">
              <w:rPr>
                <w:rFonts w:asciiTheme="minorHAnsi" w:hAnsiTheme="minorHAnsi"/>
                <w:b/>
                <w:sz w:val="22"/>
                <w:szCs w:val="22"/>
              </w:rPr>
              <w:t>Postal Address</w:t>
            </w:r>
          </w:p>
        </w:tc>
        <w:tc>
          <w:tcPr>
            <w:tcW w:w="6327" w:type="dxa"/>
            <w:gridSpan w:val="3"/>
          </w:tcPr>
          <w:p w:rsidR="00BB7C05" w:rsidRPr="00241A04" w:rsidRDefault="00BB7C05" w:rsidP="00B94F7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B7C05" w:rsidTr="00BB7C05">
        <w:tc>
          <w:tcPr>
            <w:tcW w:w="2689" w:type="dxa"/>
          </w:tcPr>
          <w:p w:rsidR="00BB7C05" w:rsidRPr="00241A04" w:rsidRDefault="00BB7C05" w:rsidP="00B94F7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41A04">
              <w:rPr>
                <w:rFonts w:asciiTheme="minorHAnsi" w:hAnsiTheme="minorHAnsi"/>
                <w:b/>
                <w:sz w:val="22"/>
                <w:szCs w:val="22"/>
              </w:rPr>
              <w:t>Club Phone</w:t>
            </w:r>
          </w:p>
        </w:tc>
        <w:tc>
          <w:tcPr>
            <w:tcW w:w="6327" w:type="dxa"/>
            <w:gridSpan w:val="3"/>
          </w:tcPr>
          <w:p w:rsidR="00BB7C05" w:rsidRPr="00241A04" w:rsidRDefault="00BB7C05" w:rsidP="00B94F7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B7C05" w:rsidTr="00BB7C05">
        <w:tc>
          <w:tcPr>
            <w:tcW w:w="2689" w:type="dxa"/>
          </w:tcPr>
          <w:p w:rsidR="00BB7C05" w:rsidRPr="00241A04" w:rsidRDefault="00BB7C05" w:rsidP="00B94F7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41A04">
              <w:rPr>
                <w:rFonts w:asciiTheme="minorHAnsi" w:hAnsiTheme="minorHAnsi"/>
                <w:b/>
                <w:sz w:val="22"/>
                <w:szCs w:val="22"/>
              </w:rPr>
              <w:t>Club Email</w:t>
            </w:r>
          </w:p>
        </w:tc>
        <w:tc>
          <w:tcPr>
            <w:tcW w:w="6327" w:type="dxa"/>
            <w:gridSpan w:val="3"/>
          </w:tcPr>
          <w:p w:rsidR="00BB7C05" w:rsidRPr="00241A04" w:rsidRDefault="00BB7C05" w:rsidP="00B94F7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B7C05" w:rsidTr="00BB7C05">
        <w:tc>
          <w:tcPr>
            <w:tcW w:w="2689" w:type="dxa"/>
          </w:tcPr>
          <w:p w:rsidR="00BB7C05" w:rsidRPr="00241A04" w:rsidRDefault="00BB7C05" w:rsidP="00B94F7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41A04">
              <w:rPr>
                <w:rFonts w:asciiTheme="minorHAnsi" w:hAnsiTheme="minorHAnsi"/>
                <w:b/>
                <w:sz w:val="22"/>
                <w:szCs w:val="22"/>
              </w:rPr>
              <w:t>Club Website</w:t>
            </w:r>
          </w:p>
        </w:tc>
        <w:tc>
          <w:tcPr>
            <w:tcW w:w="6327" w:type="dxa"/>
            <w:gridSpan w:val="3"/>
          </w:tcPr>
          <w:p w:rsidR="00BB7C05" w:rsidRPr="00241A04" w:rsidRDefault="00BB7C05" w:rsidP="00B94F7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B7C05" w:rsidTr="00BB7C05">
        <w:tc>
          <w:tcPr>
            <w:tcW w:w="2689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9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84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B7C05" w:rsidTr="00BB7C05">
        <w:tc>
          <w:tcPr>
            <w:tcW w:w="2689" w:type="dxa"/>
          </w:tcPr>
          <w:p w:rsidR="00BB7C05" w:rsidRPr="00BB7C05" w:rsidRDefault="00BB7C05" w:rsidP="00B94F7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B7C05">
              <w:rPr>
                <w:rFonts w:asciiTheme="minorHAnsi" w:hAnsiTheme="minorHAnsi"/>
                <w:b/>
                <w:sz w:val="22"/>
                <w:szCs w:val="22"/>
              </w:rPr>
              <w:t>Position</w:t>
            </w:r>
          </w:p>
        </w:tc>
        <w:tc>
          <w:tcPr>
            <w:tcW w:w="1819" w:type="dxa"/>
          </w:tcPr>
          <w:p w:rsidR="00BB7C05" w:rsidRPr="00BB7C05" w:rsidRDefault="00BB7C05" w:rsidP="00B94F7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B7C05">
              <w:rPr>
                <w:rFonts w:asciiTheme="minorHAnsi" w:hAnsiTheme="minorHAnsi"/>
                <w:b/>
                <w:sz w:val="22"/>
                <w:szCs w:val="22"/>
              </w:rPr>
              <w:t>Name</w:t>
            </w:r>
          </w:p>
        </w:tc>
        <w:tc>
          <w:tcPr>
            <w:tcW w:w="1724" w:type="dxa"/>
          </w:tcPr>
          <w:p w:rsidR="00BB7C05" w:rsidRPr="00BB7C05" w:rsidRDefault="00BB7C05" w:rsidP="00B94F7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B7C05">
              <w:rPr>
                <w:rFonts w:asciiTheme="minorHAnsi" w:hAnsiTheme="minorHAnsi"/>
                <w:b/>
                <w:sz w:val="22"/>
                <w:szCs w:val="22"/>
              </w:rPr>
              <w:t>Mobile</w:t>
            </w:r>
          </w:p>
        </w:tc>
        <w:tc>
          <w:tcPr>
            <w:tcW w:w="2784" w:type="dxa"/>
          </w:tcPr>
          <w:p w:rsidR="00BB7C05" w:rsidRPr="00BB7C05" w:rsidRDefault="00BB7C05" w:rsidP="00B94F7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B7C05">
              <w:rPr>
                <w:rFonts w:asciiTheme="minorHAnsi" w:hAnsiTheme="minorHAnsi"/>
                <w:b/>
                <w:sz w:val="22"/>
                <w:szCs w:val="22"/>
              </w:rPr>
              <w:t>Email</w:t>
            </w:r>
          </w:p>
        </w:tc>
      </w:tr>
      <w:tr w:rsidR="00BB7C05" w:rsidTr="00BB7C05">
        <w:tc>
          <w:tcPr>
            <w:tcW w:w="2689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Chairperson</w:t>
            </w:r>
          </w:p>
        </w:tc>
        <w:tc>
          <w:tcPr>
            <w:tcW w:w="1819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84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B7C05" w:rsidTr="00BB7C05">
        <w:tc>
          <w:tcPr>
            <w:tcW w:w="2689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President</w:t>
            </w:r>
          </w:p>
        </w:tc>
        <w:tc>
          <w:tcPr>
            <w:tcW w:w="1819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84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B7C05" w:rsidTr="00BB7C05">
        <w:tc>
          <w:tcPr>
            <w:tcW w:w="2689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Delegate</w:t>
            </w:r>
          </w:p>
        </w:tc>
        <w:tc>
          <w:tcPr>
            <w:tcW w:w="1819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84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B7C05" w:rsidTr="00BB7C05">
        <w:tc>
          <w:tcPr>
            <w:tcW w:w="2689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Administrator</w:t>
            </w:r>
          </w:p>
        </w:tc>
        <w:tc>
          <w:tcPr>
            <w:tcW w:w="1819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84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B7C05" w:rsidTr="00BB7C05">
        <w:tc>
          <w:tcPr>
            <w:tcW w:w="2689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Treasurer</w:t>
            </w:r>
          </w:p>
        </w:tc>
        <w:tc>
          <w:tcPr>
            <w:tcW w:w="1819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84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45B01" w:rsidTr="00BB7C05">
        <w:tc>
          <w:tcPr>
            <w:tcW w:w="2689" w:type="dxa"/>
          </w:tcPr>
          <w:p w:rsidR="00845B01" w:rsidRDefault="00845B01" w:rsidP="00B94F7C">
            <w:pPr>
              <w:rPr>
                <w:sz w:val="22"/>
              </w:rPr>
            </w:pPr>
            <w:r>
              <w:rPr>
                <w:rFonts w:asciiTheme="minorHAnsi" w:hAnsiTheme="minorHAnsi"/>
                <w:sz w:val="22"/>
              </w:rPr>
              <w:t>Club Custodian</w:t>
            </w:r>
          </w:p>
        </w:tc>
        <w:tc>
          <w:tcPr>
            <w:tcW w:w="1819" w:type="dxa"/>
          </w:tcPr>
          <w:p w:rsidR="00845B01" w:rsidRPr="00BB7C05" w:rsidRDefault="00845B01" w:rsidP="00B94F7C">
            <w:pPr>
              <w:rPr>
                <w:sz w:val="22"/>
              </w:rPr>
            </w:pPr>
          </w:p>
        </w:tc>
        <w:tc>
          <w:tcPr>
            <w:tcW w:w="1724" w:type="dxa"/>
          </w:tcPr>
          <w:p w:rsidR="00845B01" w:rsidRPr="00BB7C05" w:rsidRDefault="00845B01" w:rsidP="00B94F7C">
            <w:pPr>
              <w:rPr>
                <w:sz w:val="22"/>
              </w:rPr>
            </w:pPr>
          </w:p>
        </w:tc>
        <w:tc>
          <w:tcPr>
            <w:tcW w:w="2784" w:type="dxa"/>
          </w:tcPr>
          <w:p w:rsidR="00845B01" w:rsidRPr="00BB7C05" w:rsidRDefault="00845B01" w:rsidP="00B94F7C">
            <w:pPr>
              <w:rPr>
                <w:sz w:val="22"/>
              </w:rPr>
            </w:pPr>
          </w:p>
        </w:tc>
      </w:tr>
      <w:tr w:rsidR="00BB7C05" w:rsidTr="00BB7C05">
        <w:tc>
          <w:tcPr>
            <w:tcW w:w="2689" w:type="dxa"/>
          </w:tcPr>
          <w:p w:rsidR="00BB7C05" w:rsidRPr="00BB7C05" w:rsidRDefault="00BB7C05" w:rsidP="00B94F7C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Funding Coordinator</w:t>
            </w:r>
          </w:p>
        </w:tc>
        <w:tc>
          <w:tcPr>
            <w:tcW w:w="1819" w:type="dxa"/>
          </w:tcPr>
          <w:p w:rsidR="00BB7C05" w:rsidRPr="00BB7C05" w:rsidRDefault="00BB7C05" w:rsidP="00B94F7C">
            <w:pPr>
              <w:rPr>
                <w:sz w:val="22"/>
              </w:rPr>
            </w:pPr>
          </w:p>
        </w:tc>
        <w:tc>
          <w:tcPr>
            <w:tcW w:w="1724" w:type="dxa"/>
          </w:tcPr>
          <w:p w:rsidR="00BB7C05" w:rsidRPr="00BB7C05" w:rsidRDefault="00BB7C05" w:rsidP="00B94F7C">
            <w:pPr>
              <w:rPr>
                <w:sz w:val="22"/>
              </w:rPr>
            </w:pPr>
          </w:p>
        </w:tc>
        <w:tc>
          <w:tcPr>
            <w:tcW w:w="2784" w:type="dxa"/>
          </w:tcPr>
          <w:p w:rsidR="00BB7C05" w:rsidRPr="00BB7C05" w:rsidRDefault="00BB7C05" w:rsidP="00B94F7C">
            <w:pPr>
              <w:rPr>
                <w:sz w:val="22"/>
              </w:rPr>
            </w:pPr>
          </w:p>
        </w:tc>
      </w:tr>
      <w:tr w:rsidR="00845B01" w:rsidTr="00BB7C05">
        <w:tc>
          <w:tcPr>
            <w:tcW w:w="2689" w:type="dxa"/>
          </w:tcPr>
          <w:p w:rsidR="00845B01" w:rsidRPr="00BB7C05" w:rsidRDefault="00845B01" w:rsidP="00845B0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Club Welfare Officer</w:t>
            </w:r>
          </w:p>
        </w:tc>
        <w:tc>
          <w:tcPr>
            <w:tcW w:w="1819" w:type="dxa"/>
          </w:tcPr>
          <w:p w:rsidR="00845B01" w:rsidRPr="00BB7C05" w:rsidRDefault="00845B01" w:rsidP="00845B01">
            <w:pPr>
              <w:rPr>
                <w:sz w:val="22"/>
              </w:rPr>
            </w:pPr>
          </w:p>
        </w:tc>
        <w:tc>
          <w:tcPr>
            <w:tcW w:w="1724" w:type="dxa"/>
          </w:tcPr>
          <w:p w:rsidR="00845B01" w:rsidRPr="00BB7C05" w:rsidRDefault="00845B01" w:rsidP="00845B01">
            <w:pPr>
              <w:rPr>
                <w:sz w:val="22"/>
              </w:rPr>
            </w:pPr>
          </w:p>
        </w:tc>
        <w:tc>
          <w:tcPr>
            <w:tcW w:w="2784" w:type="dxa"/>
          </w:tcPr>
          <w:p w:rsidR="00845B01" w:rsidRPr="00BB7C05" w:rsidRDefault="00845B01" w:rsidP="00845B01">
            <w:pPr>
              <w:rPr>
                <w:sz w:val="22"/>
              </w:rPr>
            </w:pPr>
          </w:p>
        </w:tc>
      </w:tr>
      <w:tr w:rsidR="00845B01" w:rsidTr="00BB7C05">
        <w:tc>
          <w:tcPr>
            <w:tcW w:w="2689" w:type="dxa"/>
          </w:tcPr>
          <w:p w:rsidR="00845B01" w:rsidRPr="00BB7C05" w:rsidRDefault="00845B01" w:rsidP="00845B0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Social Convenor</w:t>
            </w:r>
          </w:p>
        </w:tc>
        <w:tc>
          <w:tcPr>
            <w:tcW w:w="1819" w:type="dxa"/>
          </w:tcPr>
          <w:p w:rsidR="00845B01" w:rsidRPr="00BB7C05" w:rsidRDefault="00845B01" w:rsidP="00845B01">
            <w:pPr>
              <w:rPr>
                <w:sz w:val="22"/>
              </w:rPr>
            </w:pPr>
          </w:p>
        </w:tc>
        <w:tc>
          <w:tcPr>
            <w:tcW w:w="1724" w:type="dxa"/>
          </w:tcPr>
          <w:p w:rsidR="00845B01" w:rsidRPr="00BB7C05" w:rsidRDefault="00845B01" w:rsidP="00845B01">
            <w:pPr>
              <w:rPr>
                <w:sz w:val="22"/>
              </w:rPr>
            </w:pPr>
          </w:p>
        </w:tc>
        <w:tc>
          <w:tcPr>
            <w:tcW w:w="2784" w:type="dxa"/>
          </w:tcPr>
          <w:p w:rsidR="00845B01" w:rsidRPr="00BB7C05" w:rsidRDefault="00845B01" w:rsidP="00845B01">
            <w:pPr>
              <w:rPr>
                <w:sz w:val="22"/>
              </w:rPr>
            </w:pPr>
          </w:p>
        </w:tc>
      </w:tr>
      <w:tr w:rsidR="00845B01" w:rsidTr="00BB7C05">
        <w:tc>
          <w:tcPr>
            <w:tcW w:w="2689" w:type="dxa"/>
          </w:tcPr>
          <w:p w:rsidR="00845B01" w:rsidRPr="00BB7C05" w:rsidRDefault="00845B01" w:rsidP="00845B0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Club Lifesaving Officer</w:t>
            </w:r>
          </w:p>
        </w:tc>
        <w:tc>
          <w:tcPr>
            <w:tcW w:w="1819" w:type="dxa"/>
          </w:tcPr>
          <w:p w:rsidR="00845B01" w:rsidRPr="00BB7C05" w:rsidRDefault="00845B01" w:rsidP="00845B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dxa"/>
          </w:tcPr>
          <w:p w:rsidR="00845B01" w:rsidRPr="00BB7C05" w:rsidRDefault="00845B01" w:rsidP="00845B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84" w:type="dxa"/>
          </w:tcPr>
          <w:p w:rsidR="00845B01" w:rsidRPr="00BB7C05" w:rsidRDefault="00845B01" w:rsidP="00845B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45B01" w:rsidTr="00BB7C05">
        <w:tc>
          <w:tcPr>
            <w:tcW w:w="2689" w:type="dxa"/>
          </w:tcPr>
          <w:p w:rsidR="00845B01" w:rsidRPr="00BB7C05" w:rsidRDefault="00845B01" w:rsidP="00845B0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Junior Lifesaving Officer</w:t>
            </w:r>
          </w:p>
        </w:tc>
        <w:tc>
          <w:tcPr>
            <w:tcW w:w="1819" w:type="dxa"/>
          </w:tcPr>
          <w:p w:rsidR="00845B01" w:rsidRPr="00BB7C05" w:rsidRDefault="00845B01" w:rsidP="00845B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dxa"/>
          </w:tcPr>
          <w:p w:rsidR="00845B01" w:rsidRPr="00BB7C05" w:rsidRDefault="00845B01" w:rsidP="00845B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84" w:type="dxa"/>
          </w:tcPr>
          <w:p w:rsidR="00845B01" w:rsidRPr="00BB7C05" w:rsidRDefault="00845B01" w:rsidP="00845B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Patrol Captain 1</w:t>
            </w:r>
          </w:p>
        </w:tc>
        <w:tc>
          <w:tcPr>
            <w:tcW w:w="1819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  <w:tc>
          <w:tcPr>
            <w:tcW w:w="1724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  <w:tc>
          <w:tcPr>
            <w:tcW w:w="2784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Patrol Captain 2</w:t>
            </w:r>
          </w:p>
        </w:tc>
        <w:tc>
          <w:tcPr>
            <w:tcW w:w="1819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  <w:tc>
          <w:tcPr>
            <w:tcW w:w="1724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  <w:tc>
          <w:tcPr>
            <w:tcW w:w="2784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Patrol Captain 3</w:t>
            </w:r>
          </w:p>
        </w:tc>
        <w:tc>
          <w:tcPr>
            <w:tcW w:w="1819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  <w:tc>
          <w:tcPr>
            <w:tcW w:w="1724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  <w:tc>
          <w:tcPr>
            <w:tcW w:w="2784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Patrol Captain 4</w:t>
            </w:r>
          </w:p>
        </w:tc>
        <w:tc>
          <w:tcPr>
            <w:tcW w:w="1819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  <w:tc>
          <w:tcPr>
            <w:tcW w:w="1724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  <w:tc>
          <w:tcPr>
            <w:tcW w:w="2784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Club Training Officer</w:t>
            </w:r>
          </w:p>
        </w:tc>
        <w:tc>
          <w:tcPr>
            <w:tcW w:w="181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84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Powercraft Officer</w:t>
            </w:r>
          </w:p>
        </w:tc>
        <w:tc>
          <w:tcPr>
            <w:tcW w:w="181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84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Callout Squad Coordinator</w:t>
            </w:r>
          </w:p>
        </w:tc>
        <w:tc>
          <w:tcPr>
            <w:tcW w:w="181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724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84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First Aid Officer</w:t>
            </w:r>
          </w:p>
        </w:tc>
        <w:tc>
          <w:tcPr>
            <w:tcW w:w="181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724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84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Radio Officer</w:t>
            </w:r>
          </w:p>
        </w:tc>
        <w:tc>
          <w:tcPr>
            <w:tcW w:w="181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724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84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Junior Surf Coordinator</w:t>
            </w:r>
          </w:p>
        </w:tc>
        <w:tc>
          <w:tcPr>
            <w:tcW w:w="181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724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84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845B01" w:rsidRDefault="00AD374A" w:rsidP="00AD374A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 Group Head Coach</w:t>
            </w:r>
          </w:p>
        </w:tc>
        <w:tc>
          <w:tcPr>
            <w:tcW w:w="1819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  <w:tc>
          <w:tcPr>
            <w:tcW w:w="1724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  <w:tc>
          <w:tcPr>
            <w:tcW w:w="2784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845B01" w:rsidRDefault="00AD374A" w:rsidP="00AD374A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 Group Head Coach</w:t>
            </w:r>
          </w:p>
        </w:tc>
        <w:tc>
          <w:tcPr>
            <w:tcW w:w="1819" w:type="dxa"/>
          </w:tcPr>
          <w:p w:rsidR="00AD374A" w:rsidRPr="00BB7C05" w:rsidRDefault="00AD374A" w:rsidP="00AD374A">
            <w:pPr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1724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  <w:tc>
          <w:tcPr>
            <w:tcW w:w="2784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845B01" w:rsidRDefault="00AD374A" w:rsidP="00AD374A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C Group Head Coach</w:t>
            </w:r>
          </w:p>
        </w:tc>
        <w:tc>
          <w:tcPr>
            <w:tcW w:w="1819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  <w:tc>
          <w:tcPr>
            <w:tcW w:w="1724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  <w:tc>
          <w:tcPr>
            <w:tcW w:w="2784" w:type="dxa"/>
          </w:tcPr>
          <w:p w:rsidR="00AD374A" w:rsidRPr="00BB7C05" w:rsidRDefault="00AD374A" w:rsidP="00AD374A">
            <w:pPr>
              <w:rPr>
                <w:sz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  <w:r w:rsidRPr="00BB7C05">
              <w:rPr>
                <w:rFonts w:asciiTheme="minorHAnsi" w:hAnsiTheme="minorHAnsi"/>
                <w:sz w:val="22"/>
              </w:rPr>
              <w:t>Rookie Coordinator</w:t>
            </w:r>
          </w:p>
        </w:tc>
        <w:tc>
          <w:tcPr>
            <w:tcW w:w="181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724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84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Sports Coordinator</w:t>
            </w:r>
          </w:p>
        </w:tc>
        <w:tc>
          <w:tcPr>
            <w:tcW w:w="1819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84" w:type="dxa"/>
          </w:tcPr>
          <w:p w:rsidR="00AD374A" w:rsidRPr="00BB7C05" w:rsidRDefault="00AD374A" w:rsidP="00AD374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AD374A" w:rsidRDefault="00AD374A" w:rsidP="00AD374A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Surf Sports Coach</w:t>
            </w:r>
          </w:p>
        </w:tc>
        <w:tc>
          <w:tcPr>
            <w:tcW w:w="1819" w:type="dxa"/>
          </w:tcPr>
          <w:p w:rsidR="00AD374A" w:rsidRPr="00AD374A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724" w:type="dxa"/>
          </w:tcPr>
          <w:p w:rsidR="00AD374A" w:rsidRPr="00AD374A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84" w:type="dxa"/>
          </w:tcPr>
          <w:p w:rsidR="00AD374A" w:rsidRPr="00AD374A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AD374A" w:rsidRDefault="00AD374A" w:rsidP="00AD374A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Surf Boat Coach</w:t>
            </w:r>
          </w:p>
        </w:tc>
        <w:tc>
          <w:tcPr>
            <w:tcW w:w="1819" w:type="dxa"/>
          </w:tcPr>
          <w:p w:rsidR="00AD374A" w:rsidRPr="00AD374A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724" w:type="dxa"/>
          </w:tcPr>
          <w:p w:rsidR="00AD374A" w:rsidRPr="00AD374A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84" w:type="dxa"/>
          </w:tcPr>
          <w:p w:rsidR="00AD374A" w:rsidRPr="00AD374A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AD374A" w:rsidRDefault="00AD374A" w:rsidP="00AD374A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Surf Canoe Coach</w:t>
            </w:r>
          </w:p>
        </w:tc>
        <w:tc>
          <w:tcPr>
            <w:tcW w:w="1819" w:type="dxa"/>
          </w:tcPr>
          <w:p w:rsidR="00AD374A" w:rsidRPr="00AD374A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724" w:type="dxa"/>
          </w:tcPr>
          <w:p w:rsidR="00AD374A" w:rsidRPr="00AD374A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84" w:type="dxa"/>
          </w:tcPr>
          <w:p w:rsidR="00AD374A" w:rsidRPr="00AD374A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</w:tr>
      <w:tr w:rsidR="00AD374A" w:rsidTr="00BB7C05">
        <w:tc>
          <w:tcPr>
            <w:tcW w:w="2689" w:type="dxa"/>
          </w:tcPr>
          <w:p w:rsidR="00AD374A" w:rsidRPr="00AD374A" w:rsidRDefault="00AD374A" w:rsidP="00AD374A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IRB Coach</w:t>
            </w:r>
          </w:p>
        </w:tc>
        <w:tc>
          <w:tcPr>
            <w:tcW w:w="1819" w:type="dxa"/>
          </w:tcPr>
          <w:p w:rsidR="00AD374A" w:rsidRPr="00AD374A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1724" w:type="dxa"/>
          </w:tcPr>
          <w:p w:rsidR="00AD374A" w:rsidRPr="00AD374A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784" w:type="dxa"/>
          </w:tcPr>
          <w:p w:rsidR="00AD374A" w:rsidRPr="00AD374A" w:rsidRDefault="00AD374A" w:rsidP="00AD374A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BB7C05" w:rsidRPr="00BB7C05" w:rsidRDefault="00BB7C05" w:rsidP="00B94F7C">
      <w:pPr>
        <w:rPr>
          <w:sz w:val="22"/>
        </w:rPr>
      </w:pPr>
    </w:p>
    <w:p w:rsidR="00BB7C05" w:rsidRPr="00BB7C05" w:rsidRDefault="00BB7C05" w:rsidP="00B94F7C">
      <w:pPr>
        <w:rPr>
          <w:b/>
          <w:sz w:val="22"/>
        </w:rPr>
      </w:pPr>
    </w:p>
    <w:sectPr w:rsidR="00BB7C05" w:rsidRPr="00BB7C05" w:rsidSect="0073231E">
      <w:headerReference w:type="default" r:id="rId7"/>
      <w:footerReference w:type="default" r:id="rId8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5C8" w:rsidRDefault="00E525C8" w:rsidP="00AD1806">
      <w:pPr>
        <w:spacing w:after="0"/>
      </w:pPr>
      <w:r>
        <w:separator/>
      </w:r>
    </w:p>
  </w:endnote>
  <w:endnote w:type="continuationSeparator" w:id="0">
    <w:p w:rsidR="00E525C8" w:rsidRDefault="00E525C8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934E4">
    <w:pPr>
      <w:pStyle w:val="Footer"/>
    </w:pPr>
    <w:r w:rsidRPr="00D934E4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1" name="Picture 1" descr="C:\Users\talia.comp.SLSNR\AppData\Local\Microsoft\Windows\Temporary Internet Files\Content.Outlook\YJO6MLEQ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AppData\Local\Microsoft\Windows\Temporary Internet Files\Content.Outlook\YJO6MLEQ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5C8" w:rsidRDefault="00E525C8" w:rsidP="00AD1806">
      <w:pPr>
        <w:spacing w:after="0"/>
      </w:pPr>
      <w:r>
        <w:separator/>
      </w:r>
    </w:p>
  </w:footnote>
  <w:footnote w:type="continuationSeparator" w:id="0">
    <w:p w:rsidR="00E525C8" w:rsidRDefault="00E525C8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9D4731" w:rsidP="00724615">
    <w:pPr>
      <w:pStyle w:val="Header"/>
      <w:ind w:left="-709"/>
      <w:rPr>
        <w:rFonts w:cs="Arial"/>
        <w:sz w:val="16"/>
        <w:szCs w:val="16"/>
      </w:rPr>
    </w:pPr>
    <w:r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4081780</wp:posOffset>
              </wp:positionH>
              <wp:positionV relativeFrom="paragraph">
                <wp:posOffset>66675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21.4pt;margin-top:5.2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>3 Solent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r>
                      <w:rPr>
                        <w:sz w:val="16"/>
                        <w:szCs w:val="16"/>
                      </w:rPr>
                      <w:t>Shortland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07B1B"/>
    <w:rsid w:val="000917B7"/>
    <w:rsid w:val="000B71AC"/>
    <w:rsid w:val="000E140A"/>
    <w:rsid w:val="00121DF6"/>
    <w:rsid w:val="00133952"/>
    <w:rsid w:val="001351A5"/>
    <w:rsid w:val="00137AD4"/>
    <w:rsid w:val="00172A73"/>
    <w:rsid w:val="001737FA"/>
    <w:rsid w:val="00176A11"/>
    <w:rsid w:val="00194BB2"/>
    <w:rsid w:val="00194F34"/>
    <w:rsid w:val="001D230D"/>
    <w:rsid w:val="00241A04"/>
    <w:rsid w:val="00252F1A"/>
    <w:rsid w:val="00254B38"/>
    <w:rsid w:val="00276ABF"/>
    <w:rsid w:val="002E7D74"/>
    <w:rsid w:val="002F3CB0"/>
    <w:rsid w:val="002F4C9F"/>
    <w:rsid w:val="00326727"/>
    <w:rsid w:val="003407EA"/>
    <w:rsid w:val="003524F2"/>
    <w:rsid w:val="00366F6A"/>
    <w:rsid w:val="003D7C82"/>
    <w:rsid w:val="00414E3E"/>
    <w:rsid w:val="004319AD"/>
    <w:rsid w:val="00436E27"/>
    <w:rsid w:val="00442FE5"/>
    <w:rsid w:val="004507FD"/>
    <w:rsid w:val="00492431"/>
    <w:rsid w:val="00575280"/>
    <w:rsid w:val="0057693B"/>
    <w:rsid w:val="005F6B31"/>
    <w:rsid w:val="006159D3"/>
    <w:rsid w:val="00635C46"/>
    <w:rsid w:val="006654BF"/>
    <w:rsid w:val="00670B3A"/>
    <w:rsid w:val="006A3C72"/>
    <w:rsid w:val="006B27B9"/>
    <w:rsid w:val="00724615"/>
    <w:rsid w:val="0073231E"/>
    <w:rsid w:val="00735951"/>
    <w:rsid w:val="007425C6"/>
    <w:rsid w:val="007661FA"/>
    <w:rsid w:val="00776285"/>
    <w:rsid w:val="0078126B"/>
    <w:rsid w:val="00791C92"/>
    <w:rsid w:val="00797745"/>
    <w:rsid w:val="007A0A37"/>
    <w:rsid w:val="007D3E04"/>
    <w:rsid w:val="00845B01"/>
    <w:rsid w:val="008A6978"/>
    <w:rsid w:val="008B20B5"/>
    <w:rsid w:val="00903BE3"/>
    <w:rsid w:val="009333FE"/>
    <w:rsid w:val="00937A79"/>
    <w:rsid w:val="00961BCE"/>
    <w:rsid w:val="00993B03"/>
    <w:rsid w:val="00997DB8"/>
    <w:rsid w:val="009C057A"/>
    <w:rsid w:val="009C263A"/>
    <w:rsid w:val="009D4731"/>
    <w:rsid w:val="009E322C"/>
    <w:rsid w:val="00A11D52"/>
    <w:rsid w:val="00A234CB"/>
    <w:rsid w:val="00A430A1"/>
    <w:rsid w:val="00AA24AB"/>
    <w:rsid w:val="00AB6C31"/>
    <w:rsid w:val="00AD1806"/>
    <w:rsid w:val="00AD374A"/>
    <w:rsid w:val="00B21769"/>
    <w:rsid w:val="00B26078"/>
    <w:rsid w:val="00B42548"/>
    <w:rsid w:val="00B94F7C"/>
    <w:rsid w:val="00BB7C05"/>
    <w:rsid w:val="00C957BC"/>
    <w:rsid w:val="00CA6971"/>
    <w:rsid w:val="00CC3115"/>
    <w:rsid w:val="00CD7097"/>
    <w:rsid w:val="00D7069D"/>
    <w:rsid w:val="00D934E4"/>
    <w:rsid w:val="00DB555B"/>
    <w:rsid w:val="00DD3FDC"/>
    <w:rsid w:val="00E0276B"/>
    <w:rsid w:val="00E16F15"/>
    <w:rsid w:val="00E364E2"/>
    <w:rsid w:val="00E525C8"/>
    <w:rsid w:val="00E71234"/>
    <w:rsid w:val="00E75016"/>
    <w:rsid w:val="00E91FB8"/>
    <w:rsid w:val="00EB0453"/>
    <w:rsid w:val="00F6779C"/>
    <w:rsid w:val="00F72043"/>
    <w:rsid w:val="00F9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AECF2-B3DD-485C-AB36-2FF67EE18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7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Talia Comp</dc:creator>
  <cp:lastModifiedBy>Talia Comp</cp:lastModifiedBy>
  <cp:revision>4</cp:revision>
  <cp:lastPrinted>2017-11-21T20:08:00Z</cp:lastPrinted>
  <dcterms:created xsi:type="dcterms:W3CDTF">2018-05-21T23:49:00Z</dcterms:created>
  <dcterms:modified xsi:type="dcterms:W3CDTF">2018-05-21T23:56:00Z</dcterms:modified>
</cp:coreProperties>
</file>