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BD6CA3" w:rsidRPr="0084752B" w:rsidRDefault="00BD6CA3" w:rsidP="00BD6CA3">
      <w:pPr>
        <w:pStyle w:val="Heading2"/>
        <w:spacing w:after="120"/>
      </w:pPr>
      <w:bookmarkStart w:id="0" w:name="_Toc509585219"/>
      <w:r w:rsidRPr="0084752B">
        <w:t>Callout Squad Coordinator</w:t>
      </w:r>
      <w:bookmarkEnd w:id="0"/>
    </w:p>
    <w:p w:rsidR="00BD6CA3" w:rsidRDefault="00BD6CA3" w:rsidP="00BD6CA3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BD6CA3" w:rsidRDefault="00BD6CA3" w:rsidP="00BD6CA3">
      <w:pPr>
        <w:spacing w:after="120"/>
        <w:rPr>
          <w:sz w:val="22"/>
        </w:rPr>
      </w:pPr>
      <w:r>
        <w:rPr>
          <w:sz w:val="22"/>
        </w:rPr>
        <w:t>Club Chairperson</w:t>
      </w:r>
      <w:r>
        <w:rPr>
          <w:sz w:val="22"/>
        </w:rPr>
        <w:tab/>
      </w:r>
    </w:p>
    <w:p w:rsidR="00BD6CA3" w:rsidRPr="0084752B" w:rsidRDefault="00BD6CA3" w:rsidP="00BD6CA3">
      <w:pPr>
        <w:spacing w:after="120"/>
        <w:rPr>
          <w:sz w:val="22"/>
        </w:rPr>
      </w:pPr>
    </w:p>
    <w:p w:rsidR="00BD6CA3" w:rsidRDefault="00BD6CA3" w:rsidP="00BD6CA3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BD6CA3" w:rsidRDefault="00BD6CA3" w:rsidP="00BD6CA3">
      <w:pPr>
        <w:spacing w:after="120"/>
        <w:rPr>
          <w:sz w:val="22"/>
        </w:rPr>
      </w:pPr>
      <w:r>
        <w:rPr>
          <w:sz w:val="22"/>
        </w:rPr>
        <w:t xml:space="preserve">The Callout Squad Coordinator is responsible for all aspects of </w:t>
      </w:r>
      <w:r w:rsidR="00F667C6">
        <w:rPr>
          <w:sz w:val="22"/>
        </w:rPr>
        <w:t xml:space="preserve">Search and Rescue operations, SAR equipment </w:t>
      </w:r>
      <w:r>
        <w:rPr>
          <w:sz w:val="22"/>
        </w:rPr>
        <w:t>and</w:t>
      </w:r>
      <w:r w:rsidR="00F667C6">
        <w:rPr>
          <w:sz w:val="22"/>
        </w:rPr>
        <w:t xml:space="preserve"> Callout S</w:t>
      </w:r>
      <w:r>
        <w:rPr>
          <w:sz w:val="22"/>
        </w:rPr>
        <w:t>quad</w:t>
      </w:r>
      <w:r w:rsidR="00F667C6">
        <w:rPr>
          <w:sz w:val="22"/>
        </w:rPr>
        <w:t xml:space="preserve"> members</w:t>
      </w:r>
    </w:p>
    <w:p w:rsidR="00BD6CA3" w:rsidRPr="0084752B" w:rsidRDefault="00BD6CA3" w:rsidP="00BD6CA3">
      <w:pPr>
        <w:spacing w:after="120"/>
        <w:rPr>
          <w:sz w:val="22"/>
        </w:rPr>
      </w:pPr>
    </w:p>
    <w:p w:rsidR="00BD6CA3" w:rsidRDefault="00BD6CA3" w:rsidP="00BD6CA3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BD6CA3" w:rsidRDefault="00BD6CA3" w:rsidP="00BD6CA3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BD6CA3" w:rsidRPr="0084752B" w:rsidRDefault="00BD6CA3" w:rsidP="00BD6CA3">
      <w:pPr>
        <w:spacing w:after="120"/>
        <w:rPr>
          <w:sz w:val="22"/>
        </w:rPr>
      </w:pPr>
    </w:p>
    <w:p w:rsidR="00BD6CA3" w:rsidRDefault="00BD6CA3" w:rsidP="00BD6CA3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BD6CA3" w:rsidRDefault="00BD6CA3" w:rsidP="00BD6CA3">
      <w:pPr>
        <w:spacing w:after="120"/>
        <w:rPr>
          <w:sz w:val="22"/>
        </w:rPr>
      </w:pPr>
      <w:r w:rsidRPr="009C4343">
        <w:rPr>
          <w:sz w:val="22"/>
        </w:rPr>
        <w:t>Club Lifesaving Officer</w:t>
      </w:r>
    </w:p>
    <w:p w:rsidR="00BD6CA3" w:rsidRPr="009C4343" w:rsidRDefault="00BD6CA3" w:rsidP="00BD6CA3">
      <w:pPr>
        <w:spacing w:after="120"/>
        <w:rPr>
          <w:sz w:val="22"/>
        </w:rPr>
      </w:pPr>
      <w:r>
        <w:rPr>
          <w:sz w:val="22"/>
        </w:rPr>
        <w:t>Club Training Officer</w:t>
      </w:r>
    </w:p>
    <w:p w:rsidR="00BD6CA3" w:rsidRDefault="00BD6CA3" w:rsidP="00BD6CA3">
      <w:pPr>
        <w:spacing w:after="120"/>
        <w:rPr>
          <w:sz w:val="22"/>
        </w:rPr>
      </w:pPr>
      <w:r w:rsidRPr="009C4343">
        <w:rPr>
          <w:sz w:val="22"/>
        </w:rPr>
        <w:t>Patrol Captains</w:t>
      </w:r>
    </w:p>
    <w:p w:rsidR="00F667C6" w:rsidRPr="009C4343" w:rsidRDefault="00F667C6" w:rsidP="00BD6CA3">
      <w:pPr>
        <w:spacing w:after="120"/>
        <w:rPr>
          <w:sz w:val="22"/>
        </w:rPr>
      </w:pPr>
      <w:r>
        <w:rPr>
          <w:sz w:val="22"/>
        </w:rPr>
        <w:t>Powercraft Officer</w:t>
      </w:r>
    </w:p>
    <w:p w:rsidR="00BD6CA3" w:rsidRDefault="00F667C6" w:rsidP="00BD6CA3">
      <w:pPr>
        <w:spacing w:after="120"/>
        <w:rPr>
          <w:sz w:val="22"/>
        </w:rPr>
      </w:pPr>
      <w:r>
        <w:rPr>
          <w:sz w:val="22"/>
        </w:rPr>
        <w:t>Callout S</w:t>
      </w:r>
      <w:r w:rsidR="00BD6CA3" w:rsidRPr="009C4343">
        <w:rPr>
          <w:sz w:val="22"/>
        </w:rPr>
        <w:t>quad members</w:t>
      </w:r>
    </w:p>
    <w:p w:rsidR="00BD6CA3" w:rsidRPr="009C4343" w:rsidRDefault="00BD6CA3" w:rsidP="00BD6CA3">
      <w:pPr>
        <w:spacing w:after="120"/>
        <w:rPr>
          <w:sz w:val="22"/>
        </w:rPr>
      </w:pPr>
    </w:p>
    <w:p w:rsidR="00BD6CA3" w:rsidRDefault="00BD6CA3" w:rsidP="00BD6CA3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BD6CA3" w:rsidRDefault="00BD6CA3" w:rsidP="00BD6CA3">
      <w:pPr>
        <w:spacing w:after="120"/>
        <w:rPr>
          <w:sz w:val="22"/>
        </w:rPr>
      </w:pPr>
      <w:r>
        <w:rPr>
          <w:sz w:val="22"/>
        </w:rPr>
        <w:t>Lifesaving Manager</w:t>
      </w:r>
    </w:p>
    <w:p w:rsidR="00BD6CA3" w:rsidRDefault="00BD6CA3" w:rsidP="00BD6CA3">
      <w:pPr>
        <w:spacing w:after="120"/>
        <w:rPr>
          <w:sz w:val="22"/>
        </w:rPr>
      </w:pPr>
      <w:r>
        <w:rPr>
          <w:sz w:val="22"/>
        </w:rPr>
        <w:t>Surf Life Saving Northern Region Lifeguard Supervisor – Volunteer Services</w:t>
      </w:r>
    </w:p>
    <w:p w:rsidR="00F667C6" w:rsidRDefault="00F667C6" w:rsidP="00BD6CA3">
      <w:pPr>
        <w:spacing w:after="120"/>
        <w:rPr>
          <w:sz w:val="22"/>
        </w:rPr>
      </w:pPr>
      <w:r>
        <w:rPr>
          <w:sz w:val="22"/>
        </w:rPr>
        <w:t>Surf Life Saving Northern Region – Duty Officers</w:t>
      </w:r>
    </w:p>
    <w:p w:rsidR="00BD6CA3" w:rsidRDefault="00BD6CA3" w:rsidP="00BD6CA3">
      <w:pPr>
        <w:spacing w:after="120"/>
        <w:rPr>
          <w:sz w:val="22"/>
        </w:rPr>
      </w:pPr>
      <w:r>
        <w:rPr>
          <w:sz w:val="22"/>
        </w:rPr>
        <w:t>Police</w:t>
      </w:r>
    </w:p>
    <w:p w:rsidR="00BD6CA3" w:rsidRDefault="00BD6CA3" w:rsidP="00BD6CA3">
      <w:pPr>
        <w:spacing w:after="120"/>
        <w:rPr>
          <w:sz w:val="22"/>
        </w:rPr>
      </w:pPr>
      <w:r>
        <w:rPr>
          <w:sz w:val="22"/>
        </w:rPr>
        <w:t>Local S</w:t>
      </w:r>
      <w:r w:rsidR="00F667C6">
        <w:rPr>
          <w:sz w:val="22"/>
        </w:rPr>
        <w:t>earch and Rescue agency representatives</w:t>
      </w:r>
      <w:r w:rsidRPr="0084752B">
        <w:rPr>
          <w:sz w:val="22"/>
        </w:rPr>
        <w:tab/>
      </w:r>
    </w:p>
    <w:p w:rsidR="00BD6CA3" w:rsidRPr="0084752B" w:rsidRDefault="00BD6CA3" w:rsidP="00BD6CA3">
      <w:pPr>
        <w:spacing w:after="120"/>
        <w:rPr>
          <w:b/>
          <w:sz w:val="22"/>
        </w:rPr>
      </w:pPr>
    </w:p>
    <w:p w:rsidR="00BD6CA3" w:rsidRPr="0084752B" w:rsidRDefault="00BD6CA3" w:rsidP="00BD6CA3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912EE1" w:rsidRDefault="00912EE1" w:rsidP="00BD6CA3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>
        <w:rPr>
          <w:sz w:val="22"/>
        </w:rPr>
        <w:t xml:space="preserve">Ensure the Callout Squad is adequately prepared and briefed on Standard and Local operating procedures in the event of a callout </w:t>
      </w:r>
    </w:p>
    <w:p w:rsidR="00912EE1" w:rsidRDefault="00912EE1" w:rsidP="00BD6CA3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>
        <w:rPr>
          <w:sz w:val="22"/>
        </w:rPr>
        <w:t>Provide post critical incident support to members and work alongside the SLSNR Duty Officer and Peer Supporters if required</w:t>
      </w:r>
    </w:p>
    <w:p w:rsidR="00912EE1" w:rsidRDefault="00912EE1" w:rsidP="00912EE1">
      <w:pPr>
        <w:pStyle w:val="ListParagraph"/>
        <w:numPr>
          <w:ilvl w:val="0"/>
          <w:numId w:val="21"/>
        </w:numPr>
      </w:pPr>
      <w:r w:rsidRPr="00912EE1">
        <w:rPr>
          <w:sz w:val="22"/>
        </w:rPr>
        <w:t>Ensure SAR equipment is adequately maintained</w:t>
      </w:r>
    </w:p>
    <w:p w:rsidR="00912EE1" w:rsidRDefault="00912EE1" w:rsidP="00912EE1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 w:rsidRPr="009C4343">
        <w:rPr>
          <w:sz w:val="22"/>
        </w:rPr>
        <w:t>U</w:t>
      </w:r>
      <w:r>
        <w:rPr>
          <w:sz w:val="22"/>
        </w:rPr>
        <w:t>pdating the Callout S</w:t>
      </w:r>
      <w:r w:rsidRPr="009C4343">
        <w:rPr>
          <w:sz w:val="22"/>
        </w:rPr>
        <w:t>quad contact in</w:t>
      </w:r>
      <w:r>
        <w:rPr>
          <w:sz w:val="22"/>
        </w:rPr>
        <w:t>formation though the SLSNR Dropb</w:t>
      </w:r>
      <w:r w:rsidRPr="009C4343">
        <w:rPr>
          <w:sz w:val="22"/>
        </w:rPr>
        <w:t>ox</w:t>
      </w:r>
      <w:r>
        <w:rPr>
          <w:sz w:val="22"/>
        </w:rPr>
        <w:t xml:space="preserve"> or directly with the Lifeguard Supervisor – Volunteer Services</w:t>
      </w:r>
    </w:p>
    <w:p w:rsidR="00912EE1" w:rsidRPr="009C4343" w:rsidRDefault="00912EE1" w:rsidP="00912EE1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>
        <w:rPr>
          <w:sz w:val="22"/>
        </w:rPr>
        <w:t>Maintain relationships with local Search and rescue (SAR) agencies</w:t>
      </w:r>
    </w:p>
    <w:p w:rsidR="00912EE1" w:rsidRPr="0084752B" w:rsidRDefault="00912EE1" w:rsidP="00912EE1">
      <w:pPr>
        <w:pStyle w:val="ListParagraph"/>
        <w:numPr>
          <w:ilvl w:val="0"/>
          <w:numId w:val="18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Liaise with members of the Club, SLSNR and other bodies in a confidential manner</w:t>
      </w:r>
    </w:p>
    <w:p w:rsidR="00BD6CA3" w:rsidRPr="009C4343" w:rsidRDefault="00BD6CA3" w:rsidP="00BD6CA3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 w:rsidRPr="009C4343">
        <w:rPr>
          <w:sz w:val="22"/>
        </w:rPr>
        <w:lastRenderedPageBreak/>
        <w:t>Ensure callout squad is refreshed to the appropriate standard, including</w:t>
      </w:r>
      <w:r w:rsidR="00F667C6">
        <w:rPr>
          <w:sz w:val="22"/>
        </w:rPr>
        <w:t xml:space="preserve"> facilitating a</w:t>
      </w:r>
      <w:r w:rsidR="00912EE1">
        <w:rPr>
          <w:sz w:val="22"/>
        </w:rPr>
        <w:t xml:space="preserve"> 400m pool swim</w:t>
      </w:r>
      <w:r w:rsidR="00DD26CD">
        <w:rPr>
          <w:sz w:val="22"/>
        </w:rPr>
        <w:t xml:space="preserve"> (&lt;9 mins)</w:t>
      </w:r>
    </w:p>
    <w:p w:rsidR="00BD6CA3" w:rsidRPr="009C4343" w:rsidRDefault="00DD26CD" w:rsidP="00BD6CA3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>
        <w:rPr>
          <w:sz w:val="22"/>
        </w:rPr>
        <w:t xml:space="preserve">Understand </w:t>
      </w:r>
      <w:r w:rsidR="00BD6CA3" w:rsidRPr="009C4343">
        <w:rPr>
          <w:sz w:val="22"/>
        </w:rPr>
        <w:t>the re</w:t>
      </w:r>
      <w:r>
        <w:rPr>
          <w:sz w:val="22"/>
        </w:rPr>
        <w:t>quirements to be an accredited C</w:t>
      </w:r>
      <w:r w:rsidR="00BD6CA3" w:rsidRPr="009C4343">
        <w:rPr>
          <w:sz w:val="22"/>
        </w:rPr>
        <w:t>allo</w:t>
      </w:r>
      <w:r>
        <w:rPr>
          <w:sz w:val="22"/>
        </w:rPr>
        <w:t>ut S</w:t>
      </w:r>
      <w:r w:rsidR="00BD6CA3" w:rsidRPr="009C4343">
        <w:rPr>
          <w:sz w:val="22"/>
        </w:rPr>
        <w:t>quad</w:t>
      </w:r>
    </w:p>
    <w:p w:rsidR="00BD6CA3" w:rsidRDefault="00BD6CA3" w:rsidP="00BD6CA3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 w:rsidRPr="009C4343">
        <w:rPr>
          <w:sz w:val="22"/>
        </w:rPr>
        <w:t>Coord</w:t>
      </w:r>
      <w:r w:rsidR="00DD26CD">
        <w:rPr>
          <w:sz w:val="22"/>
        </w:rPr>
        <w:t>inate a recommended minimum of 3</w:t>
      </w:r>
      <w:r w:rsidRPr="009C4343">
        <w:rPr>
          <w:sz w:val="22"/>
        </w:rPr>
        <w:t xml:space="preserve"> training session per year</w:t>
      </w:r>
      <w:r w:rsidR="00DD26CD">
        <w:rPr>
          <w:sz w:val="22"/>
        </w:rPr>
        <w:t xml:space="preserve">, including a formal pre-season briefing </w:t>
      </w:r>
    </w:p>
    <w:p w:rsidR="00BD6CA3" w:rsidRDefault="00BD6CA3" w:rsidP="00912EE1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>
        <w:rPr>
          <w:sz w:val="22"/>
        </w:rPr>
        <w:t>Liaise with Surf Life Saving Northern Region Lifeguard Supervisor – Volunteer Services to organise SAR exercises and training</w:t>
      </w:r>
      <w:r w:rsidR="00F667C6">
        <w:rPr>
          <w:sz w:val="22"/>
        </w:rPr>
        <w:t xml:space="preserve"> both internally and with external agencies</w:t>
      </w:r>
    </w:p>
    <w:p w:rsidR="00895ABD" w:rsidRPr="00912EE1" w:rsidRDefault="00895ABD" w:rsidP="00912EE1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>
        <w:rPr>
          <w:sz w:val="22"/>
        </w:rPr>
        <w:t>Make members aware o</w:t>
      </w:r>
      <w:r w:rsidR="00DD26CD">
        <w:rPr>
          <w:sz w:val="22"/>
        </w:rPr>
        <w:t>f SLSNZ offered SAR courses for</w:t>
      </w:r>
      <w:r>
        <w:rPr>
          <w:sz w:val="22"/>
        </w:rPr>
        <w:t xml:space="preserve"> personal development</w:t>
      </w:r>
    </w:p>
    <w:p w:rsidR="00BD6CA3" w:rsidRPr="009C4343" w:rsidRDefault="00BD6CA3" w:rsidP="00BD6CA3">
      <w:pPr>
        <w:pStyle w:val="ListParagraph"/>
        <w:numPr>
          <w:ilvl w:val="0"/>
          <w:numId w:val="21"/>
        </w:numPr>
        <w:spacing w:after="120"/>
        <w:rPr>
          <w:sz w:val="22"/>
        </w:rPr>
      </w:pPr>
      <w:r w:rsidRPr="009C4343">
        <w:rPr>
          <w:sz w:val="22"/>
        </w:rPr>
        <w:t>Understandi</w:t>
      </w:r>
      <w:r w:rsidR="00DD26CD">
        <w:rPr>
          <w:sz w:val="22"/>
        </w:rPr>
        <w:t>ng of current Callout S</w:t>
      </w:r>
      <w:r w:rsidRPr="009C4343">
        <w:rPr>
          <w:sz w:val="22"/>
        </w:rPr>
        <w:t>quad policies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  <w:bookmarkStart w:id="1" w:name="_GoBack"/>
      <w:bookmarkEnd w:id="1"/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C86" w:rsidRDefault="003A7C86" w:rsidP="00AD1806">
      <w:pPr>
        <w:spacing w:after="0"/>
      </w:pPr>
      <w:r>
        <w:separator/>
      </w:r>
    </w:p>
  </w:endnote>
  <w:endnote w:type="continuationSeparator" w:id="0">
    <w:p w:rsidR="003A7C86" w:rsidRDefault="003A7C86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C86" w:rsidRDefault="003A7C86" w:rsidP="00AD1806">
      <w:pPr>
        <w:spacing w:after="0"/>
      </w:pPr>
      <w:r>
        <w:separator/>
      </w:r>
    </w:p>
  </w:footnote>
  <w:footnote w:type="continuationSeparator" w:id="0">
    <w:p w:rsidR="003A7C86" w:rsidRDefault="003A7C86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941DA"/>
    <w:multiLevelType w:val="hybridMultilevel"/>
    <w:tmpl w:val="2C5055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7F0674"/>
    <w:multiLevelType w:val="hybridMultilevel"/>
    <w:tmpl w:val="8D5ED0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94C6B"/>
    <w:multiLevelType w:val="hybridMultilevel"/>
    <w:tmpl w:val="EFFAE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A1191"/>
    <w:multiLevelType w:val="hybridMultilevel"/>
    <w:tmpl w:val="283CE6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2"/>
  </w:num>
  <w:num w:numId="5">
    <w:abstractNumId w:val="2"/>
  </w:num>
  <w:num w:numId="6">
    <w:abstractNumId w:val="18"/>
  </w:num>
  <w:num w:numId="7">
    <w:abstractNumId w:val="19"/>
  </w:num>
  <w:num w:numId="8">
    <w:abstractNumId w:val="9"/>
  </w:num>
  <w:num w:numId="9">
    <w:abstractNumId w:val="10"/>
  </w:num>
  <w:num w:numId="10">
    <w:abstractNumId w:val="17"/>
  </w:num>
  <w:num w:numId="11">
    <w:abstractNumId w:val="1"/>
  </w:num>
  <w:num w:numId="12">
    <w:abstractNumId w:val="16"/>
  </w:num>
  <w:num w:numId="13">
    <w:abstractNumId w:val="3"/>
  </w:num>
  <w:num w:numId="14">
    <w:abstractNumId w:val="7"/>
  </w:num>
  <w:num w:numId="15">
    <w:abstractNumId w:val="4"/>
  </w:num>
  <w:num w:numId="16">
    <w:abstractNumId w:val="6"/>
  </w:num>
  <w:num w:numId="17">
    <w:abstractNumId w:val="20"/>
  </w:num>
  <w:num w:numId="18">
    <w:abstractNumId w:val="15"/>
  </w:num>
  <w:num w:numId="19">
    <w:abstractNumId w:val="14"/>
  </w:num>
  <w:num w:numId="20">
    <w:abstractNumId w:val="11"/>
  </w:num>
  <w:num w:numId="2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42D51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A7C86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A91"/>
    <w:rsid w:val="00894719"/>
    <w:rsid w:val="00895ABD"/>
    <w:rsid w:val="008A08FC"/>
    <w:rsid w:val="008A6978"/>
    <w:rsid w:val="008B20B5"/>
    <w:rsid w:val="008C690E"/>
    <w:rsid w:val="008F6B73"/>
    <w:rsid w:val="00903BE3"/>
    <w:rsid w:val="00912EE1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0162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BD6CA3"/>
    <w:rsid w:val="00C62A08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DD26CD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67C6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8" ma:contentTypeDescription="Create a new document." ma:contentTypeScope="" ma:versionID="5c4f50b418cfba1594f1f89fd6312988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ca65eaf1560b3ef3fa416018f1eef415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4A74EE-B529-4491-BA5C-F6D38EA24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F09A85-B6D4-4C56-92AA-28F323F87365}"/>
</file>

<file path=customXml/itemProps3.xml><?xml version="1.0" encoding="utf-8"?>
<ds:datastoreItem xmlns:ds="http://schemas.openxmlformats.org/officeDocument/2006/customXml" ds:itemID="{1B935B2F-D323-4530-BDD2-117091043418}"/>
</file>

<file path=customXml/itemProps4.xml><?xml version="1.0" encoding="utf-8"?>
<ds:datastoreItem xmlns:ds="http://schemas.openxmlformats.org/officeDocument/2006/customXml" ds:itemID="{07581101-CC75-4A29-820E-66D6631FB5F3}"/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2018-05-31T02:31:00Z</dcterms:created>
  <dcterms:modified xsi:type="dcterms:W3CDTF">2018-05-31T02:31:00Z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</Properties>
</file>