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14:paraId="222CA097" w14:textId="77777777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22CA096" w14:textId="77777777"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14:paraId="222CA098" w14:textId="77777777" w:rsidR="00436E27" w:rsidRDefault="00436E27" w:rsidP="00436E27"/>
    <w:p w14:paraId="222CA099" w14:textId="77777777" w:rsidR="0088405B" w:rsidRDefault="0088405B" w:rsidP="00436E27"/>
    <w:p w14:paraId="222CA09A" w14:textId="77777777" w:rsidR="0088405B" w:rsidRPr="00D275E6" w:rsidRDefault="0088405B" w:rsidP="0088405B">
      <w:pPr>
        <w:spacing w:after="0" w:line="240" w:lineRule="auto"/>
        <w:rPr>
          <w:rFonts w:ascii="Verdana" w:hAnsi="Verdana"/>
          <w:b/>
          <w:sz w:val="36"/>
        </w:rPr>
      </w:pPr>
      <w:r w:rsidRPr="00D275E6">
        <w:rPr>
          <w:rFonts w:ascii="Verdana" w:hAnsi="Verdana"/>
          <w:b/>
          <w:sz w:val="36"/>
        </w:rPr>
        <w:t>Application Agreement</w:t>
      </w:r>
    </w:p>
    <w:p w14:paraId="222CA09B" w14:textId="77777777" w:rsidR="0088405B" w:rsidRPr="00D275E6" w:rsidRDefault="0088405B" w:rsidP="0088405B">
      <w:pPr>
        <w:spacing w:after="0" w:line="240" w:lineRule="auto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Cameras and v</w:t>
      </w:r>
      <w:r w:rsidRPr="00D275E6">
        <w:rPr>
          <w:rFonts w:ascii="Verdana" w:hAnsi="Verdana"/>
          <w:b/>
          <w:sz w:val="28"/>
        </w:rPr>
        <w:t xml:space="preserve">ideo </w:t>
      </w:r>
      <w:r>
        <w:rPr>
          <w:rFonts w:ascii="Verdana" w:hAnsi="Verdana"/>
          <w:b/>
          <w:sz w:val="28"/>
        </w:rPr>
        <w:t>d</w:t>
      </w:r>
      <w:r w:rsidRPr="00D275E6">
        <w:rPr>
          <w:rFonts w:ascii="Verdana" w:hAnsi="Verdana"/>
          <w:b/>
          <w:sz w:val="28"/>
        </w:rPr>
        <w:t>evices at events</w:t>
      </w:r>
    </w:p>
    <w:p w14:paraId="222CA09C" w14:textId="77777777" w:rsidR="0088405B" w:rsidRDefault="0088405B" w:rsidP="0088405B">
      <w:pPr>
        <w:spacing w:after="0" w:line="240" w:lineRule="auto"/>
        <w:rPr>
          <w:rFonts w:ascii="Verdana" w:hAnsi="Verdana"/>
          <w:b/>
          <w:sz w:val="20"/>
        </w:rPr>
      </w:pPr>
    </w:p>
    <w:p w14:paraId="222CA09D" w14:textId="77777777" w:rsidR="0088405B" w:rsidRPr="008F40FE" w:rsidRDefault="0088405B" w:rsidP="0088405B">
      <w:pPr>
        <w:numPr>
          <w:ilvl w:val="0"/>
          <w:numId w:val="1"/>
        </w:numPr>
        <w:spacing w:after="0" w:line="240" w:lineRule="auto"/>
        <w:rPr>
          <w:rFonts w:ascii="Verdana" w:hAnsi="Verdana"/>
          <w:b/>
          <w:sz w:val="20"/>
        </w:rPr>
      </w:pPr>
      <w:r w:rsidRPr="008F40FE">
        <w:rPr>
          <w:rFonts w:ascii="Verdana" w:hAnsi="Verdana"/>
          <w:b/>
          <w:sz w:val="20"/>
        </w:rPr>
        <w:t xml:space="preserve">Application for the use of </w:t>
      </w:r>
      <w:r>
        <w:rPr>
          <w:rFonts w:ascii="Verdana" w:hAnsi="Verdana"/>
          <w:b/>
          <w:sz w:val="20"/>
        </w:rPr>
        <w:t>c</w:t>
      </w:r>
      <w:r w:rsidRPr="008F40FE">
        <w:rPr>
          <w:rFonts w:ascii="Verdana" w:hAnsi="Verdana"/>
          <w:b/>
          <w:sz w:val="20"/>
        </w:rPr>
        <w:t xml:space="preserve">ameras and </w:t>
      </w:r>
      <w:r>
        <w:rPr>
          <w:rFonts w:ascii="Verdana" w:hAnsi="Verdana"/>
          <w:b/>
          <w:sz w:val="20"/>
        </w:rPr>
        <w:t>v</w:t>
      </w:r>
      <w:r w:rsidRPr="008F40FE">
        <w:rPr>
          <w:rFonts w:ascii="Verdana" w:hAnsi="Verdana"/>
          <w:b/>
          <w:sz w:val="20"/>
        </w:rPr>
        <w:t xml:space="preserve">ideo </w:t>
      </w:r>
      <w:r>
        <w:rPr>
          <w:rFonts w:ascii="Verdana" w:hAnsi="Verdana"/>
          <w:b/>
          <w:sz w:val="20"/>
        </w:rPr>
        <w:t>d</w:t>
      </w:r>
      <w:r w:rsidRPr="008F40FE">
        <w:rPr>
          <w:rFonts w:ascii="Verdana" w:hAnsi="Verdana"/>
          <w:b/>
          <w:sz w:val="20"/>
        </w:rPr>
        <w:t>evices at events.</w:t>
      </w:r>
    </w:p>
    <w:p w14:paraId="222CA09E" w14:textId="77777777" w:rsidR="0088405B" w:rsidRPr="008F40FE" w:rsidRDefault="0088405B" w:rsidP="0088405B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Applications need to be made to the Event Manager</w:t>
      </w:r>
      <w:r w:rsidR="00DF23BD">
        <w:rPr>
          <w:rFonts w:ascii="Verdana" w:hAnsi="Verdana"/>
          <w:sz w:val="20"/>
        </w:rPr>
        <w:t>.</w:t>
      </w:r>
    </w:p>
    <w:p w14:paraId="222CA09F" w14:textId="77777777" w:rsidR="0088405B" w:rsidRPr="008F40FE" w:rsidRDefault="0088405B" w:rsidP="0088405B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Only appl</w:t>
      </w:r>
      <w:r>
        <w:rPr>
          <w:rFonts w:ascii="Verdana" w:hAnsi="Verdana"/>
          <w:sz w:val="20"/>
        </w:rPr>
        <w:t>ications from Surf Life Saving members and m</w:t>
      </w:r>
      <w:r w:rsidRPr="008F40FE">
        <w:rPr>
          <w:rFonts w:ascii="Verdana" w:hAnsi="Verdana"/>
          <w:sz w:val="20"/>
        </w:rPr>
        <w:t xml:space="preserve">edia </w:t>
      </w:r>
      <w:r>
        <w:rPr>
          <w:rFonts w:ascii="Verdana" w:hAnsi="Verdana"/>
          <w:sz w:val="20"/>
        </w:rPr>
        <w:t>a</w:t>
      </w:r>
      <w:r w:rsidRPr="008F40FE">
        <w:rPr>
          <w:rFonts w:ascii="Verdana" w:hAnsi="Verdana"/>
          <w:sz w:val="20"/>
        </w:rPr>
        <w:t>gencies will be reviewed by event organisers.  (No public or non-members will be given access to arenas to take photos, this included parents of members who do not hold a membership themselves)</w:t>
      </w:r>
      <w:r>
        <w:rPr>
          <w:rFonts w:ascii="Verdana" w:hAnsi="Verdana"/>
          <w:sz w:val="20"/>
        </w:rPr>
        <w:t>.</w:t>
      </w:r>
    </w:p>
    <w:p w14:paraId="222CA0A0" w14:textId="77777777" w:rsidR="0088405B" w:rsidRPr="00D275E6" w:rsidRDefault="0088405B" w:rsidP="0088405B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 xml:space="preserve">Athletes must apply to use </w:t>
      </w:r>
      <w:r>
        <w:rPr>
          <w:rFonts w:ascii="Verdana" w:hAnsi="Verdana"/>
          <w:sz w:val="20"/>
        </w:rPr>
        <w:t>cameras or v</w:t>
      </w:r>
      <w:r w:rsidRPr="008F40FE">
        <w:rPr>
          <w:rFonts w:ascii="Verdana" w:hAnsi="Verdana"/>
          <w:sz w:val="20"/>
        </w:rPr>
        <w:t xml:space="preserve">ideo </w:t>
      </w:r>
      <w:r>
        <w:rPr>
          <w:rFonts w:ascii="Verdana" w:hAnsi="Verdana"/>
          <w:sz w:val="20"/>
        </w:rPr>
        <w:t>d</w:t>
      </w:r>
      <w:r w:rsidRPr="008F40FE">
        <w:rPr>
          <w:rFonts w:ascii="Verdana" w:hAnsi="Verdana"/>
          <w:sz w:val="20"/>
        </w:rPr>
        <w:t>evices attached to crafts prior to the start of the event or day of the event if the event is multiple days. This will be in the form of a register kept by the event or</w:t>
      </w:r>
      <w:r>
        <w:rPr>
          <w:rFonts w:ascii="Verdana" w:hAnsi="Verdana"/>
          <w:sz w:val="20"/>
        </w:rPr>
        <w:t xml:space="preserve">ganisers for future reference. </w:t>
      </w:r>
      <w:r w:rsidRPr="008F40FE">
        <w:rPr>
          <w:rFonts w:ascii="Verdana" w:hAnsi="Verdana"/>
          <w:sz w:val="20"/>
        </w:rPr>
        <w:t>An example of the register is below:</w:t>
      </w:r>
    </w:p>
    <w:p w14:paraId="222CA0A1" w14:textId="77777777" w:rsidR="0088405B" w:rsidRPr="008F40FE" w:rsidRDefault="0088405B" w:rsidP="0088405B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Applications will be reviewed against the following criteria:</w:t>
      </w:r>
    </w:p>
    <w:p w14:paraId="222CA0A2" w14:textId="77777777" w:rsidR="0088405B" w:rsidRPr="008F40FE" w:rsidRDefault="0088405B" w:rsidP="0088405B">
      <w:pPr>
        <w:numPr>
          <w:ilvl w:val="1"/>
          <w:numId w:val="2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Are a member of Surf Life Saving NZ;</w:t>
      </w:r>
    </w:p>
    <w:p w14:paraId="222CA0A3" w14:textId="77777777" w:rsidR="0088405B" w:rsidRPr="008F40FE" w:rsidRDefault="0088405B" w:rsidP="0088405B">
      <w:pPr>
        <w:numPr>
          <w:ilvl w:val="1"/>
          <w:numId w:val="2"/>
        </w:numPr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Are a m</w:t>
      </w:r>
      <w:r w:rsidRPr="008F40FE">
        <w:rPr>
          <w:rFonts w:ascii="Verdana" w:hAnsi="Verdana"/>
          <w:sz w:val="20"/>
        </w:rPr>
        <w:t xml:space="preserve">edia </w:t>
      </w:r>
      <w:r>
        <w:rPr>
          <w:rFonts w:ascii="Verdana" w:hAnsi="Verdana"/>
          <w:sz w:val="20"/>
        </w:rPr>
        <w:t>a</w:t>
      </w:r>
      <w:r w:rsidRPr="008F40FE">
        <w:rPr>
          <w:rFonts w:ascii="Verdana" w:hAnsi="Verdana"/>
          <w:sz w:val="20"/>
        </w:rPr>
        <w:t>gency;</w:t>
      </w:r>
    </w:p>
    <w:p w14:paraId="222CA0A4" w14:textId="77777777" w:rsidR="0088405B" w:rsidRPr="008F40FE" w:rsidRDefault="0088405B" w:rsidP="0088405B">
      <w:pPr>
        <w:rPr>
          <w:rFonts w:ascii="Verdana" w:hAnsi="Verdana"/>
          <w:sz w:val="20"/>
        </w:rPr>
      </w:pPr>
    </w:p>
    <w:p w14:paraId="222CA0A5" w14:textId="77777777" w:rsidR="0088405B" w:rsidRPr="008F40FE" w:rsidRDefault="0088405B" w:rsidP="0088405B">
      <w:pPr>
        <w:numPr>
          <w:ilvl w:val="0"/>
          <w:numId w:val="1"/>
        </w:num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Inappropriate use of c</w:t>
      </w:r>
      <w:r w:rsidRPr="008F40FE">
        <w:rPr>
          <w:rFonts w:ascii="Verdana" w:hAnsi="Verdana"/>
          <w:b/>
          <w:sz w:val="20"/>
        </w:rPr>
        <w:t xml:space="preserve">ameras and </w:t>
      </w:r>
      <w:r>
        <w:rPr>
          <w:rFonts w:ascii="Verdana" w:hAnsi="Verdana"/>
          <w:b/>
          <w:sz w:val="20"/>
        </w:rPr>
        <w:t>video d</w:t>
      </w:r>
      <w:r w:rsidRPr="008F40FE">
        <w:rPr>
          <w:rFonts w:ascii="Verdana" w:hAnsi="Verdana"/>
          <w:b/>
          <w:sz w:val="20"/>
        </w:rPr>
        <w:t>evices at events.</w:t>
      </w:r>
    </w:p>
    <w:p w14:paraId="222CA0A6" w14:textId="77777777" w:rsidR="0088405B" w:rsidRPr="008F40FE" w:rsidRDefault="0088405B" w:rsidP="0088405B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Event organisers reserve the right to ban anyone found to be using cameras or video devices inappropriately at any events, trainings or activities.</w:t>
      </w:r>
    </w:p>
    <w:p w14:paraId="222CA0A7" w14:textId="77777777" w:rsidR="0088405B" w:rsidRPr="008F40FE" w:rsidRDefault="0088405B" w:rsidP="0088405B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Event organisers will notify the appropriate authority(s) (police) if they suspect that a person is using cameras or video devices inappropriately.</w:t>
      </w:r>
    </w:p>
    <w:p w14:paraId="222CA0A8" w14:textId="77777777" w:rsidR="0088405B" w:rsidRPr="00D275E6" w:rsidRDefault="0088405B" w:rsidP="0088405B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</w:rPr>
      </w:pPr>
      <w:r w:rsidRPr="008F40FE">
        <w:rPr>
          <w:rFonts w:ascii="Verdana" w:hAnsi="Verdana"/>
          <w:sz w:val="20"/>
        </w:rPr>
        <w:t>Surf Life Saving NZ reserve</w:t>
      </w:r>
      <w:r>
        <w:rPr>
          <w:rFonts w:ascii="Verdana" w:hAnsi="Verdana"/>
          <w:sz w:val="20"/>
        </w:rPr>
        <w:t>s</w:t>
      </w:r>
      <w:r w:rsidRPr="008F40FE">
        <w:rPr>
          <w:rFonts w:ascii="Verdana" w:hAnsi="Verdana"/>
          <w:sz w:val="20"/>
        </w:rPr>
        <w:t xml:space="preserve"> the right to cancel any membership held within the organisation if a person is charged with the misuse of cameras and/or video devices by the appropriate authority(s) (police).</w:t>
      </w:r>
    </w:p>
    <w:p w14:paraId="222CA0A9" w14:textId="77777777" w:rsidR="0088405B" w:rsidRDefault="0088405B" w:rsidP="0088405B">
      <w:pPr>
        <w:ind w:left="720"/>
        <w:rPr>
          <w:rFonts w:ascii="Verdana" w:hAnsi="Verdana"/>
          <w:sz w:val="20"/>
        </w:rPr>
      </w:pPr>
    </w:p>
    <w:p w14:paraId="222CA0AA" w14:textId="7267B2F3" w:rsidR="0088405B" w:rsidRPr="00D275E6" w:rsidRDefault="0088405B" w:rsidP="0088405B">
      <w:pPr>
        <w:rPr>
          <w:rFonts w:ascii="Verdana" w:hAnsi="Verdana"/>
          <w:b/>
          <w:u w:val="dotted"/>
        </w:rPr>
      </w:pPr>
      <w:r w:rsidRPr="00D275E6">
        <w:rPr>
          <w:rFonts w:ascii="Verdana" w:hAnsi="Verdana"/>
          <w:b/>
        </w:rPr>
        <w:t>Event</w:t>
      </w:r>
      <w:r>
        <w:rPr>
          <w:rFonts w:ascii="Verdana" w:hAnsi="Verdana"/>
          <w:b/>
        </w:rPr>
        <w:t xml:space="preserve"> name applying for</w:t>
      </w:r>
      <w:r w:rsidRPr="00D275E6">
        <w:rPr>
          <w:rFonts w:ascii="Verdana" w:hAnsi="Verdana"/>
          <w:b/>
        </w:rPr>
        <w:t xml:space="preserve">:  </w:t>
      </w:r>
      <w:r w:rsidR="005A500D">
        <w:rPr>
          <w:rFonts w:ascii="Verdana" w:hAnsi="Verdana"/>
          <w:b/>
        </w:rPr>
        <w:t>2020</w:t>
      </w:r>
      <w:r w:rsidR="00E05AD0">
        <w:rPr>
          <w:rFonts w:ascii="Verdana" w:hAnsi="Verdana"/>
          <w:b/>
        </w:rPr>
        <w:t xml:space="preserve"> SLSNR Pool Championships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222CA0AB" w14:textId="77777777" w:rsidR="0088405B" w:rsidRPr="00D275E6" w:rsidRDefault="0088405B" w:rsidP="0088405B">
      <w:pPr>
        <w:rPr>
          <w:rFonts w:ascii="Verdana" w:hAnsi="Verdana"/>
          <w:b/>
        </w:rPr>
      </w:pPr>
    </w:p>
    <w:p w14:paraId="222CA0AC" w14:textId="77777777" w:rsidR="0088405B" w:rsidRPr="00D275E6" w:rsidRDefault="0088405B" w:rsidP="0088405B">
      <w:pPr>
        <w:rPr>
          <w:rFonts w:ascii="Verdana" w:hAnsi="Verdana"/>
          <w:b/>
        </w:rPr>
      </w:pPr>
      <w:r w:rsidRPr="00D275E6">
        <w:rPr>
          <w:rFonts w:ascii="Verdana" w:hAnsi="Verdana"/>
          <w:b/>
        </w:rPr>
        <w:t xml:space="preserve">Name: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</w:rPr>
        <w:tab/>
      </w:r>
      <w:r w:rsidRPr="00D275E6">
        <w:rPr>
          <w:rFonts w:ascii="Verdana" w:hAnsi="Verdana"/>
          <w:b/>
        </w:rPr>
        <w:t xml:space="preserve">Club: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222CA0AD" w14:textId="77777777" w:rsidR="0088405B" w:rsidRPr="00D275E6" w:rsidRDefault="0088405B" w:rsidP="0088405B">
      <w:pPr>
        <w:rPr>
          <w:rFonts w:ascii="Verdana" w:hAnsi="Verdana"/>
          <w:b/>
        </w:rPr>
      </w:pPr>
    </w:p>
    <w:p w14:paraId="222CA0AE" w14:textId="77777777" w:rsidR="0088405B" w:rsidRPr="00D275E6" w:rsidRDefault="0088405B" w:rsidP="0088405B">
      <w:pPr>
        <w:rPr>
          <w:rFonts w:ascii="Verdana" w:hAnsi="Verdana"/>
          <w:b/>
        </w:rPr>
      </w:pPr>
      <w:r w:rsidRPr="00D275E6">
        <w:rPr>
          <w:rFonts w:ascii="Verdana" w:hAnsi="Verdana"/>
          <w:b/>
        </w:rPr>
        <w:t xml:space="preserve">Email: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</w:rPr>
        <w:tab/>
      </w:r>
      <w:r w:rsidRPr="00D275E6">
        <w:rPr>
          <w:rFonts w:ascii="Verdana" w:hAnsi="Verdana"/>
          <w:b/>
        </w:rPr>
        <w:t xml:space="preserve">Phone: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222CA0AF" w14:textId="77777777" w:rsidR="0088405B" w:rsidRDefault="0088405B" w:rsidP="0088405B">
      <w:pPr>
        <w:rPr>
          <w:rFonts w:ascii="Verdana" w:hAnsi="Verdana"/>
          <w:b/>
        </w:rPr>
      </w:pPr>
      <w:bookmarkStart w:id="0" w:name="_GoBack"/>
      <w:bookmarkEnd w:id="0"/>
    </w:p>
    <w:p w14:paraId="222CA0B0" w14:textId="77777777" w:rsidR="0088405B" w:rsidRDefault="0088405B" w:rsidP="0088405B">
      <w:pPr>
        <w:rPr>
          <w:rFonts w:ascii="Verdana" w:hAnsi="Verdana"/>
          <w:b/>
        </w:rPr>
      </w:pPr>
      <w:r>
        <w:rPr>
          <w:rFonts w:ascii="Verdana" w:hAnsi="Verdana"/>
          <w:b/>
        </w:rPr>
        <w:t>I confirm that I have read and understood this application agreement.</w:t>
      </w:r>
    </w:p>
    <w:p w14:paraId="222CA0B1" w14:textId="77777777" w:rsidR="0088405B" w:rsidRPr="00D275E6" w:rsidRDefault="0088405B" w:rsidP="0088405B">
      <w:pPr>
        <w:rPr>
          <w:rFonts w:ascii="Verdana" w:hAnsi="Verdana"/>
          <w:b/>
        </w:rPr>
      </w:pPr>
    </w:p>
    <w:p w14:paraId="222CA0B2" w14:textId="77777777" w:rsidR="0088405B" w:rsidRPr="00D275E6" w:rsidRDefault="0088405B" w:rsidP="0088405B">
      <w:pPr>
        <w:rPr>
          <w:rFonts w:ascii="Verdana" w:hAnsi="Verdana"/>
          <w:b/>
          <w:u w:val="single"/>
        </w:rPr>
      </w:pPr>
      <w:r w:rsidRPr="00D275E6">
        <w:rPr>
          <w:rFonts w:ascii="Verdana" w:hAnsi="Verdana"/>
          <w:b/>
        </w:rPr>
        <w:t xml:space="preserve">Signature:  </w:t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</w:rPr>
        <w:tab/>
        <w:t xml:space="preserve">Date:  </w:t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 w:rsidRPr="00D275E6">
        <w:rPr>
          <w:rFonts w:ascii="Verdana" w:hAnsi="Verdana"/>
          <w:b/>
          <w:u w:val="dotted"/>
        </w:rPr>
        <w:tab/>
      </w:r>
      <w:r>
        <w:rPr>
          <w:rFonts w:ascii="Verdana" w:hAnsi="Verdana"/>
          <w:b/>
          <w:u w:val="dotted"/>
        </w:rPr>
        <w:tab/>
      </w:r>
    </w:p>
    <w:p w14:paraId="222CA0B3" w14:textId="77777777" w:rsidR="0088405B" w:rsidRDefault="0088405B" w:rsidP="00436E27"/>
    <w:sectPr w:rsidR="0088405B" w:rsidSect="007D3E04">
      <w:headerReference w:type="default" r:id="rId11"/>
      <w:footerReference w:type="default" r:id="rId12"/>
      <w:pgSz w:w="11906" w:h="16838"/>
      <w:pgMar w:top="720" w:right="720" w:bottom="720" w:left="72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F03D0" w14:textId="77777777" w:rsidR="00DC6A0D" w:rsidRDefault="00DC6A0D" w:rsidP="00AD1806">
      <w:pPr>
        <w:spacing w:after="0" w:line="240" w:lineRule="auto"/>
      </w:pPr>
      <w:r>
        <w:separator/>
      </w:r>
    </w:p>
  </w:endnote>
  <w:endnote w:type="continuationSeparator" w:id="0">
    <w:p w14:paraId="4464CEC6" w14:textId="77777777" w:rsidR="00DC6A0D" w:rsidRDefault="00DC6A0D" w:rsidP="00AD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A0BB" w14:textId="77777777" w:rsidR="007356BE" w:rsidRDefault="007356BE">
    <w:pPr>
      <w:pStyle w:val="Footer"/>
    </w:pPr>
  </w:p>
  <w:p w14:paraId="222CA0BC" w14:textId="77777777" w:rsidR="007356BE" w:rsidRDefault="007356BE" w:rsidP="002F4C9F">
    <w:pPr>
      <w:pStyle w:val="Footer"/>
      <w:jc w:val="center"/>
    </w:pPr>
    <w:r>
      <w:rPr>
        <w:noProof/>
        <w:lang w:eastAsia="en-NZ"/>
      </w:rPr>
      <w:drawing>
        <wp:inline distT="0" distB="0" distL="0" distR="0" wp14:anchorId="222CA0C1" wp14:editId="222CA0C2">
          <wp:extent cx="5894832" cy="1039368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etterhead July 7 20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4832" cy="1039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42B7A" w14:textId="77777777" w:rsidR="00DC6A0D" w:rsidRDefault="00DC6A0D" w:rsidP="00AD1806">
      <w:pPr>
        <w:spacing w:after="0" w:line="240" w:lineRule="auto"/>
      </w:pPr>
      <w:r>
        <w:separator/>
      </w:r>
    </w:p>
  </w:footnote>
  <w:footnote w:type="continuationSeparator" w:id="0">
    <w:p w14:paraId="6BE2041A" w14:textId="77777777" w:rsidR="00DC6A0D" w:rsidRDefault="00DC6A0D" w:rsidP="00AD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A0B8" w14:textId="77777777" w:rsidR="007356BE" w:rsidRPr="00AD1806" w:rsidRDefault="007356BE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14:paraId="222CA0B9" w14:textId="77777777" w:rsidR="007356BE" w:rsidRPr="00AD1806" w:rsidRDefault="007356BE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222CA0BD" wp14:editId="222CA0BE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CA0BF" wp14:editId="222CA0C0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2CA0C3" w14:textId="77777777" w:rsidR="007356BE" w:rsidRPr="004319AD" w:rsidRDefault="007356BE" w:rsidP="004319AD">
                          <w:pPr>
                            <w:spacing w:line="240" w:lineRule="auto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22CA0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14:paraId="222CA0C3" w14:textId="77777777" w:rsidR="007356BE" w:rsidRPr="004319AD" w:rsidRDefault="007356BE" w:rsidP="004319AD">
                    <w:pPr>
                      <w:spacing w:line="240" w:lineRule="auto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14:paraId="222CA0BA" w14:textId="77777777" w:rsidR="007356BE" w:rsidRDefault="00735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97AB9"/>
    <w:multiLevelType w:val="hybridMultilevel"/>
    <w:tmpl w:val="DE1A1D5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5782"/>
    <w:multiLevelType w:val="multilevel"/>
    <w:tmpl w:val="FBE2A14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FC7589"/>
    <w:multiLevelType w:val="hybridMultilevel"/>
    <w:tmpl w:val="DE1A1D54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5B"/>
    <w:rsid w:val="000917B7"/>
    <w:rsid w:val="000B71AC"/>
    <w:rsid w:val="00133952"/>
    <w:rsid w:val="00172A73"/>
    <w:rsid w:val="00176A11"/>
    <w:rsid w:val="00194BB2"/>
    <w:rsid w:val="00194F34"/>
    <w:rsid w:val="00276ABF"/>
    <w:rsid w:val="002F4C9F"/>
    <w:rsid w:val="00326727"/>
    <w:rsid w:val="003407EA"/>
    <w:rsid w:val="00366F6A"/>
    <w:rsid w:val="004319AD"/>
    <w:rsid w:val="00436E27"/>
    <w:rsid w:val="00442FE5"/>
    <w:rsid w:val="004507FD"/>
    <w:rsid w:val="00575280"/>
    <w:rsid w:val="005A500D"/>
    <w:rsid w:val="005F6B31"/>
    <w:rsid w:val="006159D3"/>
    <w:rsid w:val="00635C46"/>
    <w:rsid w:val="006654BF"/>
    <w:rsid w:val="00670B3A"/>
    <w:rsid w:val="006A3C72"/>
    <w:rsid w:val="00724615"/>
    <w:rsid w:val="007356BE"/>
    <w:rsid w:val="00735951"/>
    <w:rsid w:val="007425C6"/>
    <w:rsid w:val="007661FA"/>
    <w:rsid w:val="00776285"/>
    <w:rsid w:val="0078126B"/>
    <w:rsid w:val="00791C92"/>
    <w:rsid w:val="00797745"/>
    <w:rsid w:val="007D3E04"/>
    <w:rsid w:val="0088405B"/>
    <w:rsid w:val="008B20B5"/>
    <w:rsid w:val="00903BE3"/>
    <w:rsid w:val="00922B1F"/>
    <w:rsid w:val="009333FE"/>
    <w:rsid w:val="00993B03"/>
    <w:rsid w:val="00997DB8"/>
    <w:rsid w:val="009C263A"/>
    <w:rsid w:val="00A11D52"/>
    <w:rsid w:val="00A234CB"/>
    <w:rsid w:val="00A430A1"/>
    <w:rsid w:val="00AB6C31"/>
    <w:rsid w:val="00AD1806"/>
    <w:rsid w:val="00B42548"/>
    <w:rsid w:val="00C85694"/>
    <w:rsid w:val="00CD0F6E"/>
    <w:rsid w:val="00D7069D"/>
    <w:rsid w:val="00DB555B"/>
    <w:rsid w:val="00DC6A0D"/>
    <w:rsid w:val="00DF23BD"/>
    <w:rsid w:val="00E0276B"/>
    <w:rsid w:val="00E05AD0"/>
    <w:rsid w:val="00E16F15"/>
    <w:rsid w:val="00EB0453"/>
    <w:rsid w:val="00F6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CA096"/>
  <w15:docId w15:val="{DD296A90-2A11-43C7-9E55-22C92DF3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5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8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rsid w:val="0036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spencer\Documents\Documents%20(3)\Templates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3E2F-DAD6-42F9-B73F-960D22131C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046D7C-1A7E-4911-8424-C4344F0F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AEFF-CB03-416B-8610-BE7BE28EE52E}"/>
</file>

<file path=customXml/itemProps4.xml><?xml version="1.0" encoding="utf-8"?>
<ds:datastoreItem xmlns:ds="http://schemas.openxmlformats.org/officeDocument/2006/customXml" ds:itemID="{2F490A46-AE80-4BEC-AC15-7DDA8314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...Simone Spencer</dc:creator>
  <cp:lastModifiedBy>Donal Dray-Hogg</cp:lastModifiedBy>
  <cp:revision>3</cp:revision>
  <cp:lastPrinted>2015-07-22T22:50:00Z</cp:lastPrinted>
  <dcterms:created xsi:type="dcterms:W3CDTF">2019-08-29T09:45:00Z</dcterms:created>
  <dcterms:modified xsi:type="dcterms:W3CDTF">2020-06-15T22:58:00Z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  <property fmtid="{D5CDD505-2E9C-101B-9397-08002B2CF9AE}" pid="3" name="Order">
    <vt:r8>95000</vt:r8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